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2DEFA" w14:textId="77777777" w:rsidR="00152CDF" w:rsidRDefault="00152CDF"/>
    <w:tbl>
      <w:tblPr>
        <w:tblW w:w="9464" w:type="dxa"/>
        <w:tblInd w:w="-38" w:type="dxa"/>
        <w:tblBorders>
          <w:top w:val="single" w:sz="12" w:space="0" w:color="auto"/>
          <w:bottom w:val="single" w:sz="12" w:space="0" w:color="auto"/>
          <w:insideH w:val="single" w:sz="12" w:space="0" w:color="auto"/>
        </w:tblBorders>
        <w:tblLayout w:type="fixed"/>
        <w:tblCellMar>
          <w:left w:w="70" w:type="dxa"/>
          <w:right w:w="70" w:type="dxa"/>
        </w:tblCellMar>
        <w:tblLook w:val="0000" w:firstRow="0" w:lastRow="0" w:firstColumn="0" w:lastColumn="0" w:noHBand="0" w:noVBand="0"/>
      </w:tblPr>
      <w:tblGrid>
        <w:gridCol w:w="9464"/>
      </w:tblGrid>
      <w:tr w:rsidR="00152CDF" w14:paraId="7500D3D6" w14:textId="77777777" w:rsidTr="00D9793C">
        <w:trPr>
          <w:trHeight w:val="1899"/>
        </w:trPr>
        <w:tc>
          <w:tcPr>
            <w:tcW w:w="9464" w:type="dxa"/>
          </w:tcPr>
          <w:p w14:paraId="62A0F60F" w14:textId="77777777" w:rsidR="00152CDF" w:rsidRDefault="00152CDF" w:rsidP="00152CDF">
            <w:pPr>
              <w:spacing w:before="240"/>
              <w:rPr>
                <w:noProof/>
                <w:sz w:val="24"/>
              </w:rPr>
            </w:pPr>
          </w:p>
          <w:p w14:paraId="2E305436" w14:textId="77777777" w:rsidR="00152CDF" w:rsidRDefault="00152CDF" w:rsidP="00152CDF">
            <w:pPr>
              <w:spacing w:before="240"/>
              <w:rPr>
                <w:noProof/>
                <w:sz w:val="24"/>
              </w:rPr>
            </w:pPr>
          </w:p>
          <w:p w14:paraId="0F1B6D84" w14:textId="6D67F511" w:rsidR="00152CDF" w:rsidRDefault="00152CDF" w:rsidP="00152CDF">
            <w:pPr>
              <w:spacing w:before="240"/>
              <w:rPr>
                <w:noProof/>
                <w:sz w:val="24"/>
              </w:rPr>
            </w:pPr>
          </w:p>
          <w:p w14:paraId="48318596" w14:textId="2EDEA170" w:rsidR="008945C2" w:rsidRDefault="008945C2" w:rsidP="00152CDF">
            <w:pPr>
              <w:spacing w:before="240"/>
              <w:rPr>
                <w:noProof/>
                <w:sz w:val="24"/>
              </w:rPr>
            </w:pPr>
          </w:p>
          <w:p w14:paraId="2DE40647" w14:textId="1FD19B4D" w:rsidR="008945C2" w:rsidRDefault="008945C2" w:rsidP="00152CDF">
            <w:pPr>
              <w:spacing w:before="240"/>
              <w:rPr>
                <w:noProof/>
                <w:sz w:val="24"/>
              </w:rPr>
            </w:pPr>
          </w:p>
          <w:p w14:paraId="473F93B7" w14:textId="77777777" w:rsidR="008945C2" w:rsidRDefault="008945C2" w:rsidP="00152CDF">
            <w:pPr>
              <w:spacing w:before="240"/>
              <w:rPr>
                <w:noProof/>
                <w:sz w:val="24"/>
              </w:rPr>
            </w:pPr>
          </w:p>
          <w:p w14:paraId="2A4528E3" w14:textId="77777777" w:rsidR="00152CDF" w:rsidRDefault="00152CDF" w:rsidP="00152CDF">
            <w:pPr>
              <w:spacing w:before="240"/>
              <w:rPr>
                <w:noProof/>
                <w:sz w:val="24"/>
              </w:rPr>
            </w:pPr>
          </w:p>
          <w:p w14:paraId="3A3E4E54" w14:textId="77777777" w:rsidR="00152CDF" w:rsidRDefault="00152CDF" w:rsidP="00152CDF">
            <w:pPr>
              <w:spacing w:before="240"/>
              <w:rPr>
                <w:noProof/>
                <w:sz w:val="24"/>
              </w:rPr>
            </w:pPr>
          </w:p>
          <w:p w14:paraId="034FB965" w14:textId="77777777" w:rsidR="00152CDF" w:rsidRDefault="00152CDF" w:rsidP="00152CDF">
            <w:pPr>
              <w:spacing w:before="240"/>
              <w:rPr>
                <w:noProof/>
                <w:sz w:val="24"/>
              </w:rPr>
            </w:pPr>
          </w:p>
          <w:p w14:paraId="2488191B" w14:textId="77777777" w:rsidR="00D9793C" w:rsidRPr="00D9793C" w:rsidRDefault="00D9793C" w:rsidP="00D9793C">
            <w:pPr>
              <w:spacing w:before="240"/>
              <w:rPr>
                <w:noProof/>
                <w:sz w:val="24"/>
              </w:rPr>
            </w:pPr>
            <w:r w:rsidRPr="00D9793C">
              <w:rPr>
                <w:noProof/>
                <w:sz w:val="24"/>
              </w:rPr>
              <w:t>Ausschreibungsunterlagen für Bauarbeiten</w:t>
            </w:r>
          </w:p>
          <w:p w14:paraId="1437EA3E" w14:textId="22ADE742" w:rsidR="00D9793C" w:rsidRPr="00D9793C" w:rsidRDefault="00D9793C" w:rsidP="00D9793C">
            <w:pPr>
              <w:spacing w:before="240"/>
              <w:rPr>
                <w:b/>
                <w:noProof/>
                <w:sz w:val="24"/>
              </w:rPr>
            </w:pPr>
            <w:r w:rsidRPr="00D9793C">
              <w:rPr>
                <w:b/>
                <w:noProof/>
                <w:sz w:val="24"/>
              </w:rPr>
              <w:t xml:space="preserve">Dokument </w:t>
            </w:r>
            <w:r w:rsidR="003E6691">
              <w:rPr>
                <w:b/>
                <w:noProof/>
                <w:sz w:val="24"/>
              </w:rPr>
              <w:t>C</w:t>
            </w:r>
            <w:r w:rsidR="000323D2">
              <w:rPr>
                <w:b/>
                <w:noProof/>
                <w:sz w:val="24"/>
              </w:rPr>
              <w:t>8</w:t>
            </w:r>
          </w:p>
          <w:p w14:paraId="4022174D" w14:textId="2D49D300" w:rsidR="00D9793C" w:rsidRPr="00D9793C" w:rsidRDefault="00117370" w:rsidP="00D9793C">
            <w:pPr>
              <w:rPr>
                <w:b/>
                <w:noProof/>
                <w:sz w:val="24"/>
              </w:rPr>
            </w:pPr>
            <w:r>
              <w:rPr>
                <w:b/>
                <w:noProof/>
                <w:sz w:val="24"/>
              </w:rPr>
              <w:t>Vorgaben Bauherr</w:t>
            </w:r>
            <w:r w:rsidR="009C6E4B">
              <w:rPr>
                <w:b/>
                <w:noProof/>
                <w:sz w:val="24"/>
              </w:rPr>
              <w:t xml:space="preserve"> – </w:t>
            </w:r>
            <w:r w:rsidR="00A77F2F">
              <w:rPr>
                <w:b/>
                <w:noProof/>
                <w:sz w:val="24"/>
              </w:rPr>
              <w:t>Spitzarbeiten an/in Starkstromanlagen von ewb</w:t>
            </w:r>
          </w:p>
          <w:p w14:paraId="76E4C973" w14:textId="77777777" w:rsidR="00152CDF" w:rsidRDefault="00152CDF" w:rsidP="00152CDF">
            <w:pPr>
              <w:rPr>
                <w:b/>
                <w:noProof/>
                <w:sz w:val="24"/>
              </w:rPr>
            </w:pPr>
          </w:p>
          <w:p w14:paraId="421130DF" w14:textId="77777777" w:rsidR="00152CDF" w:rsidRDefault="00152CDF" w:rsidP="00152CDF">
            <w:pPr>
              <w:rPr>
                <w:b/>
                <w:noProof/>
                <w:sz w:val="24"/>
              </w:rPr>
            </w:pPr>
          </w:p>
          <w:p w14:paraId="288CAAAA" w14:textId="77777777" w:rsidR="00152CDF" w:rsidRDefault="00152CDF" w:rsidP="00152CDF">
            <w:pPr>
              <w:rPr>
                <w:b/>
                <w:noProof/>
                <w:sz w:val="24"/>
              </w:rPr>
            </w:pPr>
          </w:p>
          <w:p w14:paraId="377BF275" w14:textId="77777777" w:rsidR="00152CDF" w:rsidRDefault="00152CDF" w:rsidP="00152CDF">
            <w:pPr>
              <w:rPr>
                <w:b/>
                <w:noProof/>
                <w:sz w:val="24"/>
              </w:rPr>
            </w:pPr>
          </w:p>
          <w:p w14:paraId="29113CE9" w14:textId="77777777" w:rsidR="00152CDF" w:rsidRDefault="00152CDF" w:rsidP="00152CDF">
            <w:pPr>
              <w:rPr>
                <w:b/>
                <w:noProof/>
                <w:sz w:val="24"/>
              </w:rPr>
            </w:pPr>
          </w:p>
          <w:p w14:paraId="155A7849" w14:textId="77777777" w:rsidR="00152CDF" w:rsidRDefault="00152CDF" w:rsidP="00152CDF">
            <w:pPr>
              <w:rPr>
                <w:b/>
                <w:noProof/>
                <w:sz w:val="24"/>
              </w:rPr>
            </w:pPr>
          </w:p>
          <w:p w14:paraId="4AC5407E" w14:textId="77777777" w:rsidR="00152CDF" w:rsidRDefault="00152CDF" w:rsidP="00152CDF">
            <w:pPr>
              <w:rPr>
                <w:b/>
                <w:noProof/>
                <w:sz w:val="24"/>
              </w:rPr>
            </w:pPr>
          </w:p>
          <w:p w14:paraId="0C47EF8D" w14:textId="77777777" w:rsidR="00152CDF" w:rsidRDefault="00152CDF" w:rsidP="00152CDF">
            <w:pPr>
              <w:rPr>
                <w:b/>
                <w:noProof/>
                <w:sz w:val="24"/>
              </w:rPr>
            </w:pPr>
          </w:p>
          <w:p w14:paraId="3EBDBC87" w14:textId="77777777" w:rsidR="00152CDF" w:rsidRDefault="00152CDF" w:rsidP="00152CDF">
            <w:pPr>
              <w:rPr>
                <w:b/>
                <w:noProof/>
                <w:sz w:val="24"/>
              </w:rPr>
            </w:pPr>
          </w:p>
          <w:p w14:paraId="0FF66BC0" w14:textId="77777777" w:rsidR="00152CDF" w:rsidRDefault="00152CDF" w:rsidP="00152CDF">
            <w:pPr>
              <w:rPr>
                <w:b/>
                <w:noProof/>
                <w:sz w:val="24"/>
              </w:rPr>
            </w:pPr>
          </w:p>
          <w:p w14:paraId="7B905D05" w14:textId="77777777" w:rsidR="00152CDF" w:rsidRDefault="00152CDF" w:rsidP="00152CDF">
            <w:pPr>
              <w:rPr>
                <w:b/>
                <w:noProof/>
                <w:sz w:val="24"/>
              </w:rPr>
            </w:pPr>
          </w:p>
          <w:p w14:paraId="3C89DE9A" w14:textId="77777777" w:rsidR="006B7570" w:rsidRDefault="006B7570" w:rsidP="00152CDF">
            <w:pPr>
              <w:rPr>
                <w:b/>
                <w:noProof/>
                <w:sz w:val="24"/>
              </w:rPr>
            </w:pPr>
          </w:p>
          <w:p w14:paraId="410F663C" w14:textId="77777777" w:rsidR="006B7570" w:rsidRDefault="006B7570" w:rsidP="00152CDF">
            <w:pPr>
              <w:rPr>
                <w:b/>
                <w:noProof/>
                <w:sz w:val="24"/>
              </w:rPr>
            </w:pPr>
          </w:p>
          <w:p w14:paraId="6C4D7277" w14:textId="77777777" w:rsidR="00152CDF" w:rsidRDefault="00152CDF" w:rsidP="00152CDF">
            <w:pPr>
              <w:rPr>
                <w:b/>
                <w:noProof/>
                <w:sz w:val="24"/>
              </w:rPr>
            </w:pPr>
          </w:p>
          <w:p w14:paraId="722D1D90" w14:textId="77777777" w:rsidR="00152CDF" w:rsidRDefault="00152CDF" w:rsidP="00152CDF">
            <w:pPr>
              <w:rPr>
                <w:b/>
                <w:noProof/>
                <w:sz w:val="24"/>
              </w:rPr>
            </w:pPr>
          </w:p>
          <w:p w14:paraId="47D41187" w14:textId="77777777" w:rsidR="00152CDF" w:rsidRDefault="00152CDF" w:rsidP="00152CDF">
            <w:pPr>
              <w:rPr>
                <w:b/>
                <w:noProof/>
                <w:sz w:val="24"/>
              </w:rPr>
            </w:pPr>
          </w:p>
          <w:p w14:paraId="2DB13765" w14:textId="77777777" w:rsidR="00152CDF" w:rsidRDefault="00152CDF" w:rsidP="00152CDF">
            <w:pPr>
              <w:rPr>
                <w:b/>
                <w:noProof/>
                <w:sz w:val="24"/>
              </w:rPr>
            </w:pPr>
          </w:p>
          <w:p w14:paraId="02A6DEE2" w14:textId="77777777" w:rsidR="00152CDF" w:rsidRDefault="00152CDF" w:rsidP="00152CDF">
            <w:pPr>
              <w:rPr>
                <w:b/>
                <w:noProof/>
                <w:sz w:val="24"/>
              </w:rPr>
            </w:pPr>
          </w:p>
          <w:p w14:paraId="56C138A0" w14:textId="77777777" w:rsidR="00152CDF" w:rsidRDefault="00152CDF" w:rsidP="00152CDF">
            <w:pPr>
              <w:rPr>
                <w:b/>
                <w:noProof/>
                <w:sz w:val="24"/>
              </w:rPr>
            </w:pPr>
          </w:p>
          <w:p w14:paraId="4DA638A1" w14:textId="77777777" w:rsidR="00152CDF" w:rsidRDefault="00152CDF" w:rsidP="00152CDF">
            <w:pPr>
              <w:rPr>
                <w:b/>
                <w:noProof/>
                <w:sz w:val="24"/>
              </w:rPr>
            </w:pPr>
          </w:p>
          <w:p w14:paraId="7CD7558C" w14:textId="77777777" w:rsidR="00152CDF" w:rsidRDefault="00152CDF" w:rsidP="00152CDF">
            <w:pPr>
              <w:rPr>
                <w:b/>
                <w:noProof/>
                <w:sz w:val="24"/>
              </w:rPr>
            </w:pPr>
          </w:p>
          <w:p w14:paraId="6BF9CCA0" w14:textId="77777777" w:rsidR="00152CDF" w:rsidRDefault="00152CDF" w:rsidP="00152CDF">
            <w:pPr>
              <w:rPr>
                <w:b/>
                <w:noProof/>
                <w:sz w:val="24"/>
              </w:rPr>
            </w:pPr>
          </w:p>
          <w:p w14:paraId="0E0BC7E8" w14:textId="30DC5C22" w:rsidR="00152CDF" w:rsidRDefault="0093184D" w:rsidP="00BC2F93">
            <w:bookmarkStart w:id="0" w:name="V_Dat"/>
            <w:r w:rsidRPr="0093184D">
              <w:rPr>
                <w:b/>
                <w:noProof/>
                <w:sz w:val="24"/>
              </w:rPr>
              <w:t>Version 2.0 vom 31.03.2025</w:t>
            </w:r>
            <w:bookmarkEnd w:id="0"/>
          </w:p>
        </w:tc>
      </w:tr>
    </w:tbl>
    <w:p w14:paraId="54408B4C" w14:textId="5BBDA4FC" w:rsidR="00CD2DDE" w:rsidRDefault="007427B5" w:rsidP="00875560">
      <w:pPr>
        <w:pStyle w:val="Verzeichnis1"/>
      </w:pPr>
      <w:r>
        <w:br w:type="page"/>
      </w:r>
    </w:p>
    <w:p w14:paraId="43B8E9DE" w14:textId="5877E2BF" w:rsidR="00037595" w:rsidRDefault="00037595" w:rsidP="00037595">
      <w:pPr>
        <w:pStyle w:val="Standardtext"/>
        <w:ind w:left="0"/>
        <w:rPr>
          <w:b/>
          <w:sz w:val="28"/>
        </w:rPr>
      </w:pPr>
      <w:proofErr w:type="gramStart"/>
      <w:r w:rsidRPr="00501979">
        <w:rPr>
          <w:b/>
          <w:sz w:val="28"/>
        </w:rPr>
        <w:lastRenderedPageBreak/>
        <w:t xml:space="preserve">Arbeitsanweisung </w:t>
      </w:r>
      <w:r w:rsidR="006B7570">
        <w:rPr>
          <w:b/>
          <w:sz w:val="28"/>
        </w:rPr>
        <w:t xml:space="preserve"> </w:t>
      </w:r>
      <w:r>
        <w:rPr>
          <w:b/>
          <w:sz w:val="28"/>
        </w:rPr>
        <w:t>Spitzarbeiten</w:t>
      </w:r>
      <w:proofErr w:type="gramEnd"/>
      <w:r>
        <w:rPr>
          <w:b/>
          <w:sz w:val="28"/>
        </w:rPr>
        <w:t xml:space="preserve"> an / in Starkstromanlagen von </w:t>
      </w:r>
      <w:proofErr w:type="spellStart"/>
      <w:r>
        <w:rPr>
          <w:b/>
          <w:sz w:val="28"/>
        </w:rPr>
        <w:t>ewb</w:t>
      </w:r>
      <w:proofErr w:type="spellEnd"/>
    </w:p>
    <w:p w14:paraId="27F0C331" w14:textId="77777777" w:rsidR="00037595" w:rsidRPr="00501979" w:rsidRDefault="00037595" w:rsidP="00037595">
      <w:pPr>
        <w:pStyle w:val="berschrift1"/>
        <w:numPr>
          <w:ilvl w:val="0"/>
          <w:numId w:val="2"/>
        </w:numPr>
        <w:spacing w:before="360" w:after="120"/>
      </w:pPr>
      <w:r w:rsidRPr="00501979">
        <w:t xml:space="preserve">Geltungsbereich </w:t>
      </w:r>
    </w:p>
    <w:p w14:paraId="5A7CE499" w14:textId="57DD7207" w:rsidR="00037595" w:rsidRPr="00501979" w:rsidRDefault="00037595" w:rsidP="00037595">
      <w:pPr>
        <w:spacing w:before="120" w:after="120"/>
      </w:pPr>
      <w:r w:rsidRPr="00501979">
        <w:t xml:space="preserve">Diese Arbeitsanweisung gilt für alle Mitarbeitenden von </w:t>
      </w:r>
      <w:proofErr w:type="spellStart"/>
      <w:r w:rsidRPr="00501979">
        <w:t>ewb</w:t>
      </w:r>
      <w:proofErr w:type="spellEnd"/>
      <w:r w:rsidRPr="00501979">
        <w:t xml:space="preserve"> und Fremdfirmen, die </w:t>
      </w:r>
      <w:r>
        <w:t xml:space="preserve">Spitzarbeiten an Elektro-Werkleitungen oder -Anlagen von </w:t>
      </w:r>
      <w:r w:rsidRPr="00501979">
        <w:t xml:space="preserve">Energie Wasser Bern planen, projektieren, anordnen oder ausführen. </w:t>
      </w:r>
    </w:p>
    <w:p w14:paraId="212DB01B" w14:textId="77777777" w:rsidR="00037595" w:rsidRPr="00501979" w:rsidRDefault="00037595" w:rsidP="00037595">
      <w:pPr>
        <w:pStyle w:val="berschrift1"/>
        <w:numPr>
          <w:ilvl w:val="0"/>
          <w:numId w:val="2"/>
        </w:numPr>
        <w:spacing w:before="360" w:after="120"/>
      </w:pPr>
      <w:r w:rsidRPr="00501979">
        <w:t xml:space="preserve">Ziel </w:t>
      </w:r>
    </w:p>
    <w:p w14:paraId="70C9AED5" w14:textId="77777777" w:rsidR="00037595" w:rsidRPr="00501979" w:rsidRDefault="00037595" w:rsidP="00037595">
      <w:pPr>
        <w:spacing w:before="120" w:after="120"/>
      </w:pPr>
      <w:r w:rsidRPr="00501979">
        <w:t>Tätigkeiten und Arbeiten im Fachbereich Elektrizität sind besonderen Gefahren ausgesetzt. Im</w:t>
      </w:r>
      <w:r>
        <w:t xml:space="preserve"> </w:t>
      </w:r>
      <w:r w:rsidRPr="00501979">
        <w:t xml:space="preserve">alltäglichen Umgang mit Starkstromanlagen bestehen für Personen erhebliche Gefahren. Folgende Schutzziele sind unbedingt und zwingend einzuhalten: </w:t>
      </w:r>
    </w:p>
    <w:p w14:paraId="044515F9" w14:textId="77777777" w:rsidR="00037595" w:rsidRPr="00501979" w:rsidRDefault="00037595" w:rsidP="00037595">
      <w:pPr>
        <w:pStyle w:val="Listenabsatz"/>
        <w:numPr>
          <w:ilvl w:val="0"/>
          <w:numId w:val="15"/>
        </w:numPr>
        <w:spacing w:before="60" w:after="60"/>
      </w:pPr>
      <w:r w:rsidRPr="00501979">
        <w:t xml:space="preserve">Schutz vor Lichtbogen (Blendung, Hitze); </w:t>
      </w:r>
    </w:p>
    <w:p w14:paraId="696896D8" w14:textId="77777777" w:rsidR="00037595" w:rsidRPr="00501979" w:rsidRDefault="00037595" w:rsidP="00037595">
      <w:pPr>
        <w:pStyle w:val="Listenabsatz"/>
        <w:numPr>
          <w:ilvl w:val="0"/>
          <w:numId w:val="15"/>
        </w:numPr>
        <w:spacing w:before="60" w:after="60"/>
      </w:pPr>
      <w:r w:rsidRPr="00501979">
        <w:t xml:space="preserve">Schutz vor </w:t>
      </w:r>
      <w:proofErr w:type="spellStart"/>
      <w:r w:rsidRPr="00501979">
        <w:t>Körperdurchströmung</w:t>
      </w:r>
      <w:proofErr w:type="spellEnd"/>
      <w:r w:rsidRPr="00501979">
        <w:t xml:space="preserve"> (Elektrisieren); </w:t>
      </w:r>
    </w:p>
    <w:p w14:paraId="6C6FCECF" w14:textId="77777777" w:rsidR="00037595" w:rsidRDefault="00037595" w:rsidP="00037595">
      <w:pPr>
        <w:pStyle w:val="Listenabsatz"/>
        <w:numPr>
          <w:ilvl w:val="0"/>
          <w:numId w:val="15"/>
        </w:numPr>
        <w:spacing w:before="60" w:after="60"/>
      </w:pPr>
      <w:r w:rsidRPr="00501979">
        <w:t xml:space="preserve">Schutz vor Folgeschäden (Sturz, Brand u.a.). </w:t>
      </w:r>
    </w:p>
    <w:p w14:paraId="185DBC16" w14:textId="77777777" w:rsidR="00037595" w:rsidRPr="00501979" w:rsidRDefault="00037595" w:rsidP="00037595">
      <w:pPr>
        <w:spacing w:before="120" w:after="120"/>
      </w:pPr>
      <w:r w:rsidRPr="00501979">
        <w:t xml:space="preserve">Die Einwirkungen können verursacht werden durch: </w:t>
      </w:r>
    </w:p>
    <w:p w14:paraId="5F054639" w14:textId="77777777" w:rsidR="00037595" w:rsidRPr="00501979" w:rsidRDefault="00037595" w:rsidP="00037595">
      <w:pPr>
        <w:pStyle w:val="Listenabsatz"/>
        <w:numPr>
          <w:ilvl w:val="0"/>
          <w:numId w:val="15"/>
        </w:numPr>
        <w:spacing w:before="60" w:after="60"/>
      </w:pPr>
      <w:r>
        <w:t>e</w:t>
      </w:r>
      <w:r w:rsidRPr="00501979">
        <w:t xml:space="preserve">igenes Fehlverhalten; </w:t>
      </w:r>
    </w:p>
    <w:p w14:paraId="6863D551" w14:textId="77777777" w:rsidR="00037595" w:rsidRPr="00501979" w:rsidRDefault="00037595" w:rsidP="00037595">
      <w:pPr>
        <w:pStyle w:val="Listenabsatz"/>
        <w:numPr>
          <w:ilvl w:val="0"/>
          <w:numId w:val="15"/>
        </w:numPr>
        <w:spacing w:before="60" w:after="60"/>
      </w:pPr>
      <w:r w:rsidRPr="00501979">
        <w:t xml:space="preserve">Systemfehler; </w:t>
      </w:r>
    </w:p>
    <w:p w14:paraId="58FB71BF" w14:textId="77777777" w:rsidR="00037595" w:rsidRPr="00501979" w:rsidRDefault="00037595" w:rsidP="00037595">
      <w:pPr>
        <w:pStyle w:val="Listenabsatz"/>
        <w:numPr>
          <w:ilvl w:val="0"/>
          <w:numId w:val="15"/>
        </w:numPr>
        <w:spacing w:before="60" w:after="60"/>
      </w:pPr>
      <w:r w:rsidRPr="00501979">
        <w:t xml:space="preserve">Dritte; </w:t>
      </w:r>
    </w:p>
    <w:p w14:paraId="414786C0" w14:textId="77777777" w:rsidR="00037595" w:rsidRPr="00471189" w:rsidRDefault="00037595" w:rsidP="00037595">
      <w:pPr>
        <w:pStyle w:val="Listenabsatz"/>
        <w:numPr>
          <w:ilvl w:val="0"/>
          <w:numId w:val="15"/>
        </w:numPr>
        <w:spacing w:before="60" w:after="60"/>
      </w:pPr>
      <w:r w:rsidRPr="00501979">
        <w:t xml:space="preserve">Umwelt. </w:t>
      </w:r>
    </w:p>
    <w:p w14:paraId="70094FD6" w14:textId="77777777" w:rsidR="00037595" w:rsidRPr="00501979" w:rsidRDefault="00037595" w:rsidP="00037595">
      <w:pPr>
        <w:spacing w:before="120" w:after="120"/>
      </w:pPr>
      <w:r w:rsidRPr="00501979">
        <w:t xml:space="preserve">Um möglichen Gefährdungen entgegenzuwirken, ist es unabdingbar, bei jeder Arbeit: </w:t>
      </w:r>
    </w:p>
    <w:p w14:paraId="3048A7A6" w14:textId="77777777" w:rsidR="00037595" w:rsidRPr="00501979" w:rsidRDefault="00037595" w:rsidP="00037595">
      <w:pPr>
        <w:pStyle w:val="Listenabsatz"/>
        <w:numPr>
          <w:ilvl w:val="0"/>
          <w:numId w:val="15"/>
        </w:numPr>
        <w:spacing w:before="60" w:after="60"/>
      </w:pPr>
      <w:r w:rsidRPr="00501979">
        <w:t xml:space="preserve">eine situationsbezogene Gefährdungs- und Risikobeurteilung vorzunehmen; </w:t>
      </w:r>
    </w:p>
    <w:p w14:paraId="6E545C26" w14:textId="77777777" w:rsidR="00037595" w:rsidRPr="00501979" w:rsidRDefault="00037595" w:rsidP="00037595">
      <w:pPr>
        <w:pStyle w:val="Listenabsatz"/>
        <w:numPr>
          <w:ilvl w:val="0"/>
          <w:numId w:val="15"/>
        </w:numPr>
        <w:spacing w:before="60" w:after="60"/>
      </w:pPr>
      <w:r w:rsidRPr="00501979">
        <w:t xml:space="preserve">die richtige Arbeitsmethode festzulegen; </w:t>
      </w:r>
    </w:p>
    <w:p w14:paraId="35601DA2" w14:textId="77777777" w:rsidR="00037595" w:rsidRPr="00501979" w:rsidRDefault="00037595" w:rsidP="00037595">
      <w:pPr>
        <w:pStyle w:val="Listenabsatz"/>
        <w:numPr>
          <w:ilvl w:val="0"/>
          <w:numId w:val="15"/>
        </w:numPr>
        <w:spacing w:before="60" w:after="60"/>
      </w:pPr>
      <w:r w:rsidRPr="00501979">
        <w:t xml:space="preserve">die Schutzmassnahmen zu definieren unter Einbezug der gewählten Arbeitsmethode; </w:t>
      </w:r>
    </w:p>
    <w:p w14:paraId="435DA532" w14:textId="77777777" w:rsidR="00037595" w:rsidRPr="00471189" w:rsidRDefault="00037595" w:rsidP="00037595">
      <w:pPr>
        <w:pStyle w:val="Listenabsatz"/>
        <w:numPr>
          <w:ilvl w:val="0"/>
          <w:numId w:val="15"/>
        </w:numPr>
        <w:spacing w:before="60" w:after="60"/>
      </w:pPr>
      <w:r w:rsidRPr="00501979">
        <w:t xml:space="preserve">geeignetes Personal einzusetzen. </w:t>
      </w:r>
    </w:p>
    <w:p w14:paraId="7A9744BB" w14:textId="530FE780" w:rsidR="00037595" w:rsidRDefault="00037595" w:rsidP="00037595">
      <w:pPr>
        <w:spacing w:before="120" w:after="120"/>
      </w:pPr>
      <w:r w:rsidRPr="00501979">
        <w:t xml:space="preserve">Personen, die Arbeiten an </w:t>
      </w:r>
      <w:r>
        <w:t xml:space="preserve">betonierten </w:t>
      </w:r>
      <w:r w:rsidRPr="00501979">
        <w:t xml:space="preserve">Elektro-Trassees ausführen, sind optimal vor elektrischen Einwirkungen zu schützen. In diesem Sinne regelt die vorliegende Arbeitsanweisung, unter welchen Bedingungen </w:t>
      </w:r>
      <w:r>
        <w:t xml:space="preserve">Spitzarbeiten </w:t>
      </w:r>
      <w:r w:rsidRPr="00501979">
        <w:t>ausgeführt werden dürfen.</w:t>
      </w:r>
    </w:p>
    <w:p w14:paraId="1834A469" w14:textId="77777777" w:rsidR="00037595" w:rsidRDefault="00037595" w:rsidP="00BB7072">
      <w:pPr>
        <w:pStyle w:val="berschrift1"/>
        <w:numPr>
          <w:ilvl w:val="0"/>
          <w:numId w:val="2"/>
        </w:numPr>
        <w:spacing w:before="360" w:after="120"/>
      </w:pPr>
      <w:r>
        <w:t>Einleitung</w:t>
      </w:r>
    </w:p>
    <w:p w14:paraId="0421B11C" w14:textId="01C3D841" w:rsidR="00BB7072" w:rsidRDefault="00BB7072" w:rsidP="00BB7072">
      <w:pPr>
        <w:spacing w:before="120" w:after="120"/>
      </w:pPr>
      <w:r>
        <w:t xml:space="preserve">Bei Tiefbauarbeiten sind oft Trassees des Verteilnetzes von </w:t>
      </w:r>
      <w:proofErr w:type="spellStart"/>
      <w:r>
        <w:t>ewb</w:t>
      </w:r>
      <w:proofErr w:type="spellEnd"/>
      <w:r>
        <w:t xml:space="preserve"> frei zu legen oder es müssen Hochbauarbeiten in Trafostationen ausgeführt werden. Die in Betrieb stehenden Hoch- und Niederspannungskabel des Verteilnetzes von </w:t>
      </w:r>
      <w:proofErr w:type="spellStart"/>
      <w:r>
        <w:t>ewb</w:t>
      </w:r>
      <w:proofErr w:type="spellEnd"/>
      <w:r>
        <w:t xml:space="preserve"> weisen eine sehr hohe Betriebssicherheit auf. Dennoch können aufgrund aktueller oder früherer Beschädigungen der Kabelisolation bei Bauarbeiten unerwartete Kurzschlüsse auftreten. Die dabei ausgelösten Flammbogen können Personen schwer oder sogar tödlich verletzen, wenn sich diese in der Nähe von freigelegten Kabelanlagen befinden. </w:t>
      </w:r>
    </w:p>
    <w:p w14:paraId="393CB178" w14:textId="6AA6CD18" w:rsidR="00037595" w:rsidRDefault="00BB7072" w:rsidP="00BB7072">
      <w:pPr>
        <w:spacing w:before="120" w:after="120"/>
      </w:pPr>
      <w:r>
        <w:t xml:space="preserve">Alle Beteiligten (Mitarbeitende von </w:t>
      </w:r>
      <w:proofErr w:type="spellStart"/>
      <w:r>
        <w:t>ewb</w:t>
      </w:r>
      <w:proofErr w:type="spellEnd"/>
      <w:r>
        <w:t xml:space="preserve"> sowie Mitarbeitende von Ingenieur-, Architektur- und Bauunternehmungen) müssen sich dieser Gefahren unbedingt bewusst sein.</w:t>
      </w:r>
    </w:p>
    <w:p w14:paraId="687107E8" w14:textId="77777777" w:rsidR="00037595" w:rsidRDefault="00037595" w:rsidP="009C2F3D">
      <w:pPr>
        <w:pStyle w:val="berschrift1"/>
        <w:numPr>
          <w:ilvl w:val="0"/>
          <w:numId w:val="2"/>
        </w:numPr>
        <w:spacing w:before="360" w:after="120"/>
      </w:pPr>
      <w:r>
        <w:t>Bestimmungen</w:t>
      </w:r>
    </w:p>
    <w:p w14:paraId="53493BC7" w14:textId="34051DC5" w:rsidR="00037595" w:rsidRPr="00501979" w:rsidRDefault="009C2F3D" w:rsidP="00037595">
      <w:pPr>
        <w:spacing w:before="120" w:after="120"/>
        <w:rPr>
          <w:b/>
          <w:bCs/>
        </w:rPr>
      </w:pPr>
      <w:r>
        <w:rPr>
          <w:b/>
          <w:bCs/>
        </w:rPr>
        <w:t>132 kV Kabeltrassees</w:t>
      </w:r>
    </w:p>
    <w:p w14:paraId="506DCCBD" w14:textId="77777777" w:rsidR="009C2F3D" w:rsidRDefault="009C2F3D" w:rsidP="009C2F3D">
      <w:pPr>
        <w:pStyle w:val="Listenabsatz"/>
        <w:numPr>
          <w:ilvl w:val="0"/>
          <w:numId w:val="15"/>
        </w:numPr>
        <w:spacing w:before="60" w:after="60"/>
      </w:pPr>
      <w:r>
        <w:t xml:space="preserve">Spitzarbeiten an unter Spannung stehenden Kabelleitungen sind </w:t>
      </w:r>
      <w:r w:rsidRPr="009C2F3D">
        <w:rPr>
          <w:b/>
          <w:bCs/>
        </w:rPr>
        <w:t>strengstens verboten</w:t>
      </w:r>
      <w:r>
        <w:t xml:space="preserve">! </w:t>
      </w:r>
    </w:p>
    <w:p w14:paraId="003A3EFE" w14:textId="3C2AC2CC" w:rsidR="009C2F3D" w:rsidRDefault="009C2F3D" w:rsidP="00A06FE0">
      <w:pPr>
        <w:pStyle w:val="Listenabsatz"/>
        <w:numPr>
          <w:ilvl w:val="0"/>
          <w:numId w:val="15"/>
        </w:numPr>
        <w:spacing w:before="60" w:after="60"/>
      </w:pPr>
      <w:r>
        <w:t xml:space="preserve">Spitzarbeiten an betonierten 132 kV Rohr-Trassees dürfen nur ausgeführt werden, wenn alle 132 kV Kabelleitungen nach den 5 Sicherheitsregeln gesichert sind. </w:t>
      </w:r>
    </w:p>
    <w:p w14:paraId="329FC87D" w14:textId="4A116BC9" w:rsidR="006B7570" w:rsidRDefault="009C2F3D" w:rsidP="008C7AE7">
      <w:pPr>
        <w:pStyle w:val="Listenabsatz"/>
        <w:numPr>
          <w:ilvl w:val="0"/>
          <w:numId w:val="15"/>
        </w:numPr>
        <w:spacing w:before="60" w:after="60"/>
      </w:pPr>
      <w:r>
        <w:t>Die Arbeitsanweisung „Massnahmen bei Bauarbeiten im Bereich der 132 kV-Kabeltrassees“ ist einzuhalten.</w:t>
      </w:r>
    </w:p>
    <w:p w14:paraId="1960E3A0" w14:textId="77777777" w:rsidR="006B7570" w:rsidRDefault="006B7570">
      <w:r>
        <w:br w:type="page"/>
      </w:r>
    </w:p>
    <w:p w14:paraId="36DB2892" w14:textId="0CD8056F" w:rsidR="00037595" w:rsidRDefault="00962AC6" w:rsidP="00037595">
      <w:pPr>
        <w:spacing w:before="120" w:after="120"/>
        <w:rPr>
          <w:b/>
          <w:bCs/>
        </w:rPr>
      </w:pPr>
      <w:r>
        <w:rPr>
          <w:b/>
          <w:bCs/>
        </w:rPr>
        <w:lastRenderedPageBreak/>
        <w:t>11.6 kV Kabeltrassees</w:t>
      </w:r>
    </w:p>
    <w:p w14:paraId="5BB01C6B" w14:textId="77777777" w:rsidR="00962AC6" w:rsidRDefault="00962AC6" w:rsidP="00962AC6">
      <w:pPr>
        <w:pStyle w:val="Listenabsatz"/>
        <w:numPr>
          <w:ilvl w:val="0"/>
          <w:numId w:val="15"/>
        </w:numPr>
        <w:spacing w:before="60" w:after="60"/>
      </w:pPr>
      <w:r>
        <w:t xml:space="preserve">Nach Möglichkeit sind alle MS-Kabel auszuschalten. </w:t>
      </w:r>
    </w:p>
    <w:p w14:paraId="3E3269C7" w14:textId="158A7350" w:rsidR="00962AC6" w:rsidRDefault="00962AC6" w:rsidP="009306E7">
      <w:pPr>
        <w:pStyle w:val="Listenabsatz"/>
        <w:numPr>
          <w:ilvl w:val="0"/>
          <w:numId w:val="15"/>
        </w:numPr>
        <w:spacing w:before="60" w:after="60"/>
      </w:pPr>
      <w:r>
        <w:t xml:space="preserve">Die Baustellenverantwortlichen (Bauleitung, Projektleitung u.a.) haben sich rechtzeitig, </w:t>
      </w:r>
      <w:r w:rsidR="00290666">
        <w:t>v</w:t>
      </w:r>
      <w:r>
        <w:t xml:space="preserve">or Beginn der Bauarbeiten, mit dem Schaltanweisungsberechtigen von </w:t>
      </w:r>
      <w:proofErr w:type="spellStart"/>
      <w:r>
        <w:t>ewb</w:t>
      </w:r>
      <w:proofErr w:type="spellEnd"/>
      <w:r>
        <w:t xml:space="preserve"> in Verbindung zu setzen, damit genügend Zeit für die Koordination der nötigen MS-Schaltungen vorhanden ist. </w:t>
      </w:r>
    </w:p>
    <w:p w14:paraId="455FAF85" w14:textId="69285EBE" w:rsidR="00962AC6" w:rsidRDefault="00962AC6" w:rsidP="003C0827">
      <w:pPr>
        <w:pStyle w:val="Listenabsatz"/>
        <w:numPr>
          <w:ilvl w:val="0"/>
          <w:numId w:val="15"/>
        </w:numPr>
        <w:spacing w:before="60" w:after="60"/>
      </w:pPr>
      <w:r>
        <w:t xml:space="preserve">Können aus betrieblichen Gründen nicht alle Kabelleitungen ausgeschaltet werden, dürfen die Spitzarbeiten nur durch Mitarbeitende von Energie Wasser Bern und/oder durch von Energie Wasser Bern ausgebildete und autorisierte Fachpersonen ausgeführt werden. </w:t>
      </w:r>
    </w:p>
    <w:p w14:paraId="037D027F" w14:textId="487B1FC1" w:rsidR="00962AC6" w:rsidRDefault="00962AC6" w:rsidP="008F7EB0">
      <w:pPr>
        <w:pStyle w:val="Listenabsatz"/>
        <w:numPr>
          <w:ilvl w:val="0"/>
          <w:numId w:val="15"/>
        </w:numPr>
        <w:spacing w:before="60" w:after="60"/>
      </w:pPr>
      <w:r>
        <w:t xml:space="preserve">In der obersten </w:t>
      </w:r>
      <w:proofErr w:type="spellStart"/>
      <w:r>
        <w:t>Rohrlage</w:t>
      </w:r>
      <w:proofErr w:type="spellEnd"/>
      <w:r>
        <w:t xml:space="preserve"> (120 </w:t>
      </w:r>
      <w:proofErr w:type="gramStart"/>
      <w:r>
        <w:t>PE Kabelschutzrohr</w:t>
      </w:r>
      <w:proofErr w:type="gramEnd"/>
      <w:r>
        <w:t xml:space="preserve">) müssen alle Mittelspannungskabel nach den 5 Sicherheitsregeln gesichert werden. </w:t>
      </w:r>
    </w:p>
    <w:p w14:paraId="31DCE764" w14:textId="2869DA76" w:rsidR="00962AC6" w:rsidRDefault="00962AC6" w:rsidP="004505E7">
      <w:pPr>
        <w:pStyle w:val="Listenabsatz"/>
        <w:numPr>
          <w:ilvl w:val="0"/>
          <w:numId w:val="15"/>
        </w:numPr>
        <w:spacing w:before="60" w:after="60"/>
      </w:pPr>
      <w:r>
        <w:t>Der Auftrag muss schriftlich erteilt werden und alle nötigen Unterlagen sind abzugeben</w:t>
      </w:r>
      <w:r w:rsidR="00290666">
        <w:t xml:space="preserve"> </w:t>
      </w:r>
      <w:r>
        <w:t xml:space="preserve">(siehe Arbeitsauftrag für Spitzarbeiten). </w:t>
      </w:r>
    </w:p>
    <w:p w14:paraId="02A5B2A3" w14:textId="7F0E4204" w:rsidR="00962AC6" w:rsidRDefault="00962AC6" w:rsidP="00962AC6">
      <w:pPr>
        <w:pStyle w:val="Listenabsatz"/>
        <w:numPr>
          <w:ilvl w:val="0"/>
          <w:numId w:val="15"/>
        </w:numPr>
        <w:spacing w:before="60" w:after="60"/>
      </w:pPr>
      <w:r>
        <w:t xml:space="preserve">Der Auftraggeber ist verpflichtet, den Auftragnehmer zu instruieren und zu überwachen. </w:t>
      </w:r>
    </w:p>
    <w:p w14:paraId="2E4EB7DA" w14:textId="1E07B105" w:rsidR="00962AC6" w:rsidRDefault="00962AC6" w:rsidP="003765F9">
      <w:pPr>
        <w:pStyle w:val="Listenabsatz"/>
        <w:numPr>
          <w:ilvl w:val="0"/>
          <w:numId w:val="15"/>
        </w:numPr>
        <w:spacing w:before="60" w:after="60"/>
      </w:pPr>
      <w:r>
        <w:t xml:space="preserve">Die Arbeitsanweisung „Massnahmen bei Bauarbeiten im Bereich von 10 kV-Kabeltrassees“ ist einzuhalten. </w:t>
      </w:r>
    </w:p>
    <w:p w14:paraId="418DDE1B" w14:textId="54CDFFC7" w:rsidR="00037595" w:rsidRDefault="00962AC6" w:rsidP="008441D7">
      <w:pPr>
        <w:pStyle w:val="Listenabsatz"/>
        <w:numPr>
          <w:ilvl w:val="0"/>
          <w:numId w:val="15"/>
        </w:numPr>
        <w:spacing w:before="60" w:after="60"/>
      </w:pPr>
      <w:r>
        <w:t xml:space="preserve">Es ist die PSA Schutzklasse 3 zu tragen gemäss Arbeitsanweisung „PSA-Anwendung bei Arbeiten / Tätigkeiten an/in Starkstromanlagen von </w:t>
      </w:r>
      <w:proofErr w:type="spellStart"/>
      <w:r>
        <w:t>ewb</w:t>
      </w:r>
      <w:proofErr w:type="spellEnd"/>
      <w:r>
        <w:t>“.</w:t>
      </w:r>
    </w:p>
    <w:p w14:paraId="7A8E8713" w14:textId="0B214A92" w:rsidR="00037595" w:rsidRPr="00471189" w:rsidRDefault="00ED24F6" w:rsidP="00037595">
      <w:pPr>
        <w:spacing w:before="120" w:after="120"/>
        <w:rPr>
          <w:b/>
          <w:bCs/>
        </w:rPr>
      </w:pPr>
      <w:r>
        <w:rPr>
          <w:b/>
          <w:bCs/>
        </w:rPr>
        <w:t>0.4 kV Kabeltrassees</w:t>
      </w:r>
    </w:p>
    <w:p w14:paraId="45D8DB1E" w14:textId="77777777" w:rsidR="00ED24F6" w:rsidRDefault="00ED24F6" w:rsidP="00ED24F6">
      <w:pPr>
        <w:pStyle w:val="Listenabsatz"/>
        <w:numPr>
          <w:ilvl w:val="0"/>
          <w:numId w:val="15"/>
        </w:numPr>
        <w:spacing w:before="60" w:after="60"/>
      </w:pPr>
      <w:r>
        <w:t xml:space="preserve">Nach Möglichkeit sind alle NS-Kabel auszuschalten. </w:t>
      </w:r>
    </w:p>
    <w:p w14:paraId="78575032" w14:textId="19778385" w:rsidR="00ED24F6" w:rsidRDefault="00ED24F6" w:rsidP="00F228EF">
      <w:pPr>
        <w:pStyle w:val="Listenabsatz"/>
        <w:numPr>
          <w:ilvl w:val="0"/>
          <w:numId w:val="15"/>
        </w:numPr>
        <w:spacing w:before="60" w:after="60"/>
      </w:pPr>
      <w:r>
        <w:t xml:space="preserve">Können </w:t>
      </w:r>
      <w:proofErr w:type="gramStart"/>
      <w:r>
        <w:t>aus betriebliche Gründen</w:t>
      </w:r>
      <w:proofErr w:type="gramEnd"/>
      <w:r>
        <w:t xml:space="preserve"> nicht alle Kabelleitungen ausgeschaltet werden, dürfen die Spitzarbeiten nur durch Mitarbeitende von Energie Wasser Bern und/oder durch von Energie Wasser Bern ausgebildete und autorisierte Fachpersonen ausgeführt werden. </w:t>
      </w:r>
    </w:p>
    <w:p w14:paraId="1D7A0DEF" w14:textId="308C0BFB" w:rsidR="00ED24F6" w:rsidRDefault="00ED24F6" w:rsidP="00AD5B2F">
      <w:pPr>
        <w:pStyle w:val="Listenabsatz"/>
        <w:numPr>
          <w:ilvl w:val="0"/>
          <w:numId w:val="15"/>
        </w:numPr>
        <w:spacing w:before="60" w:after="60"/>
      </w:pPr>
      <w:r>
        <w:t xml:space="preserve">Der Auftrag muss schriftlich erteilt werden und alle nötigen Unterlagen sind abzugeben (siehe Arbeitsauftrag für Spitzarbeiten). </w:t>
      </w:r>
    </w:p>
    <w:p w14:paraId="6E75501B" w14:textId="2F5D4A28" w:rsidR="00ED24F6" w:rsidRDefault="00ED24F6" w:rsidP="00ED24F6">
      <w:pPr>
        <w:pStyle w:val="Listenabsatz"/>
        <w:numPr>
          <w:ilvl w:val="0"/>
          <w:numId w:val="15"/>
        </w:numPr>
        <w:spacing w:before="60" w:after="60"/>
      </w:pPr>
      <w:r>
        <w:t xml:space="preserve">Der Auftraggeber ist verpflichtet, den Auftragnehmer zu instruieren und zu überwachen. </w:t>
      </w:r>
    </w:p>
    <w:p w14:paraId="31D316EB" w14:textId="3E5C24A1" w:rsidR="00037595" w:rsidRDefault="00ED24F6" w:rsidP="00BB1FFE">
      <w:pPr>
        <w:pStyle w:val="Listenabsatz"/>
        <w:numPr>
          <w:ilvl w:val="0"/>
          <w:numId w:val="15"/>
        </w:numPr>
        <w:spacing w:before="60" w:after="60"/>
      </w:pPr>
      <w:r>
        <w:t xml:space="preserve">Es ist die PSA Schutzklasse 2 zu tragen gemäss Arbeitsanweisung „PSA-Anwendung bei Arbeiten / Tätigkeiten an/in Starkstromanlagen von </w:t>
      </w:r>
      <w:proofErr w:type="spellStart"/>
      <w:r>
        <w:t>ewb</w:t>
      </w:r>
      <w:proofErr w:type="spellEnd"/>
      <w:r>
        <w:t>“.</w:t>
      </w:r>
    </w:p>
    <w:p w14:paraId="0A22F97C" w14:textId="1BBF4F0A" w:rsidR="00037595" w:rsidRDefault="00ED24F6" w:rsidP="00037595">
      <w:pPr>
        <w:spacing w:before="120" w:after="120"/>
        <w:rPr>
          <w:b/>
          <w:bCs/>
        </w:rPr>
      </w:pPr>
      <w:r>
        <w:rPr>
          <w:b/>
          <w:bCs/>
        </w:rPr>
        <w:t>Trafostation</w:t>
      </w:r>
    </w:p>
    <w:p w14:paraId="765ECCB1" w14:textId="77777777" w:rsidR="00ED24F6" w:rsidRDefault="00ED24F6" w:rsidP="00ED24F6">
      <w:pPr>
        <w:pStyle w:val="Listenabsatz"/>
        <w:numPr>
          <w:ilvl w:val="0"/>
          <w:numId w:val="15"/>
        </w:numPr>
        <w:spacing w:before="60" w:after="60"/>
      </w:pPr>
      <w:r>
        <w:t xml:space="preserve">Nach Möglichkeit sind alle MS- und NS-Kabel auszuschalten. </w:t>
      </w:r>
    </w:p>
    <w:p w14:paraId="11A15AA6" w14:textId="21064733" w:rsidR="00037595" w:rsidRDefault="00ED24F6" w:rsidP="00B66164">
      <w:pPr>
        <w:pStyle w:val="Listenabsatz"/>
        <w:numPr>
          <w:ilvl w:val="0"/>
          <w:numId w:val="15"/>
        </w:numPr>
        <w:spacing w:before="60" w:after="60"/>
      </w:pPr>
      <w:r>
        <w:t xml:space="preserve">Können aus betrieblichen Gründen nicht alle Kabelleitungen ausgeschaltet werden, </w:t>
      </w:r>
      <w:proofErr w:type="spellStart"/>
      <w:r>
        <w:t>sindfolgende</w:t>
      </w:r>
      <w:proofErr w:type="spellEnd"/>
      <w:r>
        <w:t xml:space="preserve"> Massnahmen möglich:</w:t>
      </w:r>
    </w:p>
    <w:p w14:paraId="2AD2E90B" w14:textId="7515AD92" w:rsidR="00ED24F6" w:rsidRDefault="00ED24F6" w:rsidP="009F769D">
      <w:pPr>
        <w:pStyle w:val="Listenabsatz"/>
        <w:numPr>
          <w:ilvl w:val="1"/>
          <w:numId w:val="15"/>
        </w:numPr>
        <w:spacing w:before="60" w:after="60"/>
      </w:pPr>
      <w:r>
        <w:t xml:space="preserve">Alle unter Spannung stehenden Kabelleitungen sind ausserhalb der Trafostation verlegt; oder </w:t>
      </w:r>
    </w:p>
    <w:p w14:paraId="6F315689" w14:textId="1638C2DC" w:rsidR="00ED24F6" w:rsidRDefault="00ED24F6" w:rsidP="00EB41B9">
      <w:pPr>
        <w:pStyle w:val="Listenabsatz"/>
        <w:numPr>
          <w:ilvl w:val="1"/>
          <w:numId w:val="15"/>
        </w:numPr>
        <w:spacing w:before="60" w:after="60"/>
      </w:pPr>
      <w:r>
        <w:t xml:space="preserve">Die unter Spannung stehenden Kabelleitungen sind innerhalb der Trafostation gegen mechanische Beschädigungen geschützt (Holzverschalung, PE- Rohr u.a.); oder </w:t>
      </w:r>
    </w:p>
    <w:p w14:paraId="08E62807" w14:textId="09B04F65" w:rsidR="00ED24F6" w:rsidRDefault="00ED24F6" w:rsidP="00D3476B">
      <w:pPr>
        <w:pStyle w:val="Listenabsatz"/>
        <w:numPr>
          <w:ilvl w:val="1"/>
          <w:numId w:val="15"/>
        </w:numPr>
        <w:spacing w:before="60" w:after="60"/>
      </w:pPr>
      <w:r>
        <w:t xml:space="preserve">Spitzarbeiten werden durch Mitarbeitende von Energie Wasser Bern und/oder durch von Energie Wasser Bern ausgebildete und autorisierte Fachpersonen ausgeführt. Es ist die PSA Schutzklasse 3 nach der Arbeitsanweisung „PSA-Anwendung bei Arbeiten / Tätigkeiten an/in Starkstromanlagen von </w:t>
      </w:r>
      <w:proofErr w:type="spellStart"/>
      <w:r>
        <w:t>ewb</w:t>
      </w:r>
      <w:proofErr w:type="spellEnd"/>
      <w:r>
        <w:t>“ zu tragen. Zusätzlich muss der Auftrag schriftlich erteilt werden.</w:t>
      </w:r>
    </w:p>
    <w:p w14:paraId="6A5D3C79" w14:textId="30B4EC75" w:rsidR="00ED24F6" w:rsidRDefault="00ED24F6" w:rsidP="00ED24F6">
      <w:pPr>
        <w:pStyle w:val="berschrift1"/>
        <w:numPr>
          <w:ilvl w:val="0"/>
          <w:numId w:val="2"/>
        </w:numPr>
        <w:spacing w:before="360" w:after="120"/>
      </w:pPr>
      <w:r>
        <w:t>Grundlagen</w:t>
      </w:r>
    </w:p>
    <w:p w14:paraId="76E35604" w14:textId="52DEDC4D" w:rsidR="00ED24F6" w:rsidRDefault="00ED24F6" w:rsidP="00627E6B">
      <w:pPr>
        <w:pStyle w:val="Listenabsatz"/>
        <w:numPr>
          <w:ilvl w:val="0"/>
          <w:numId w:val="15"/>
        </w:numPr>
        <w:spacing w:before="60" w:after="60"/>
      </w:pPr>
      <w:r>
        <w:t xml:space="preserve">Arbeitsanweisung „PSA-Anwendung bei Arbeiten / Tätigkeiten an/in Starkstromanlagen von </w:t>
      </w:r>
      <w:proofErr w:type="spellStart"/>
      <w:r>
        <w:t>ewb</w:t>
      </w:r>
      <w:proofErr w:type="spellEnd"/>
    </w:p>
    <w:p w14:paraId="0A67D20A" w14:textId="44F55B36" w:rsidR="00ED24F6" w:rsidRDefault="00ED24F6" w:rsidP="00ED24F6">
      <w:pPr>
        <w:pStyle w:val="Listenabsatz"/>
        <w:numPr>
          <w:ilvl w:val="0"/>
          <w:numId w:val="15"/>
        </w:numPr>
        <w:spacing w:before="60" w:after="60"/>
      </w:pPr>
      <w:r>
        <w:t xml:space="preserve">Verordnung über elektrische Starkstromanlagen (Starkstromverordnung) </w:t>
      </w:r>
    </w:p>
    <w:p w14:paraId="4BF18367" w14:textId="3BDD53F8" w:rsidR="00ED24F6" w:rsidRDefault="00ED24F6" w:rsidP="00ED24F6">
      <w:pPr>
        <w:pStyle w:val="Listenabsatz"/>
        <w:numPr>
          <w:ilvl w:val="0"/>
          <w:numId w:val="15"/>
        </w:numPr>
        <w:spacing w:before="60" w:after="60"/>
      </w:pPr>
      <w:r>
        <w:t xml:space="preserve">ESTI Richtlinie Nr. 407.0909, Tätigkeiten an elektrischen Anlagen </w:t>
      </w:r>
    </w:p>
    <w:p w14:paraId="0B4AE1FC" w14:textId="3BE3AF9E" w:rsidR="00ED24F6" w:rsidRDefault="00ED24F6" w:rsidP="00ED24F6">
      <w:pPr>
        <w:pStyle w:val="Listenabsatz"/>
        <w:numPr>
          <w:ilvl w:val="0"/>
          <w:numId w:val="15"/>
        </w:numPr>
        <w:spacing w:before="60" w:after="60"/>
      </w:pPr>
      <w:r>
        <w:t xml:space="preserve">EN 50110-1 Betrieb von elektrischen Anlagen </w:t>
      </w:r>
    </w:p>
    <w:p w14:paraId="15E5ECD0" w14:textId="75F02B15" w:rsidR="00ED24F6" w:rsidRDefault="00ED24F6" w:rsidP="00ED24F6">
      <w:pPr>
        <w:pStyle w:val="Listenabsatz"/>
        <w:numPr>
          <w:ilvl w:val="0"/>
          <w:numId w:val="15"/>
        </w:numPr>
        <w:spacing w:before="60" w:after="60"/>
      </w:pPr>
      <w:r>
        <w:t xml:space="preserve">Sicherheitshandbuch VSE SVGW </w:t>
      </w:r>
    </w:p>
    <w:p w14:paraId="761F5104" w14:textId="77777777" w:rsidR="00037595" w:rsidRDefault="00037595" w:rsidP="00ED24F6">
      <w:pPr>
        <w:pStyle w:val="berschrift1"/>
        <w:numPr>
          <w:ilvl w:val="0"/>
          <w:numId w:val="2"/>
        </w:numPr>
        <w:spacing w:before="360" w:after="120"/>
      </w:pPr>
      <w:r>
        <w:lastRenderedPageBreak/>
        <w:t>Schlussbestimmungen</w:t>
      </w:r>
    </w:p>
    <w:p w14:paraId="546727E9" w14:textId="77777777" w:rsidR="00ED24F6" w:rsidRDefault="00ED24F6" w:rsidP="00ED24F6">
      <w:pPr>
        <w:spacing w:before="120" w:after="120"/>
        <w:rPr>
          <w:bCs/>
        </w:rPr>
      </w:pPr>
      <w:r w:rsidRPr="00ED24F6">
        <w:rPr>
          <w:bCs/>
        </w:rPr>
        <w:t xml:space="preserve">Alle instruierten und sachverständigen Personen von </w:t>
      </w:r>
      <w:proofErr w:type="spellStart"/>
      <w:r w:rsidRPr="00ED24F6">
        <w:rPr>
          <w:bCs/>
        </w:rPr>
        <w:t>ewb</w:t>
      </w:r>
      <w:proofErr w:type="spellEnd"/>
      <w:r w:rsidRPr="00ED24F6">
        <w:rPr>
          <w:bCs/>
        </w:rPr>
        <w:t xml:space="preserve"> sowie Fremdpersonen und Fremdfirmen, die Spitzarbeiten planen, projektieren, anordnen oder ausführen, sind über diese Arbeitsanweisung zu instruieren/anzuleiten. </w:t>
      </w:r>
    </w:p>
    <w:p w14:paraId="5D43BED1" w14:textId="77777777" w:rsidR="00ED24F6" w:rsidRDefault="00ED24F6" w:rsidP="00ED24F6">
      <w:pPr>
        <w:spacing w:before="120" w:after="120"/>
        <w:rPr>
          <w:bCs/>
        </w:rPr>
      </w:pPr>
      <w:r w:rsidRPr="00ED24F6">
        <w:rPr>
          <w:bCs/>
        </w:rPr>
        <w:t xml:space="preserve">Verantwortlich sind die Vorgesetzten und Auftraggeber von </w:t>
      </w:r>
      <w:proofErr w:type="spellStart"/>
      <w:r w:rsidRPr="00ED24F6">
        <w:rPr>
          <w:bCs/>
        </w:rPr>
        <w:t>ewb</w:t>
      </w:r>
      <w:proofErr w:type="spellEnd"/>
      <w:r w:rsidRPr="00ED24F6">
        <w:rPr>
          <w:bCs/>
        </w:rPr>
        <w:t xml:space="preserve">. </w:t>
      </w:r>
    </w:p>
    <w:p w14:paraId="0DA9FB74" w14:textId="77777777" w:rsidR="00ED24F6" w:rsidRDefault="00ED24F6" w:rsidP="00ED24F6">
      <w:pPr>
        <w:spacing w:before="120" w:after="120"/>
        <w:rPr>
          <w:bCs/>
        </w:rPr>
      </w:pPr>
      <w:r w:rsidRPr="00ED24F6">
        <w:rPr>
          <w:bCs/>
        </w:rPr>
        <w:t>Alle sind verpflichtet, die Arbeitsanweisung zu befolgen. Nichtbeachten und Verstösse werden</w:t>
      </w:r>
      <w:r>
        <w:rPr>
          <w:bCs/>
        </w:rPr>
        <w:t xml:space="preserve"> </w:t>
      </w:r>
      <w:r w:rsidRPr="00ED24F6">
        <w:rPr>
          <w:bCs/>
        </w:rPr>
        <w:t xml:space="preserve">disziplinarisch geahndet. </w:t>
      </w:r>
    </w:p>
    <w:p w14:paraId="6F5E9B6E" w14:textId="77777777" w:rsidR="00ED24F6" w:rsidRDefault="00ED24F6" w:rsidP="00ED24F6">
      <w:pPr>
        <w:spacing w:before="120" w:after="120"/>
        <w:rPr>
          <w:bCs/>
        </w:rPr>
      </w:pPr>
      <w:r w:rsidRPr="00ED24F6">
        <w:rPr>
          <w:bCs/>
        </w:rPr>
        <w:t xml:space="preserve">Wer Sicherheitsvorschriften missachtet, gefährdet das Leben und die Gesundheit von sich und von Mitarbeitenden/Arbeitskollegen. </w:t>
      </w:r>
    </w:p>
    <w:p w14:paraId="1166CBDF" w14:textId="77777777" w:rsidR="00ED24F6" w:rsidRDefault="00ED24F6" w:rsidP="00ED24F6">
      <w:pPr>
        <w:spacing w:before="120" w:after="120"/>
        <w:rPr>
          <w:bCs/>
        </w:rPr>
      </w:pPr>
      <w:r w:rsidRPr="00ED24F6">
        <w:rPr>
          <w:bCs/>
        </w:rPr>
        <w:t xml:space="preserve">Die vorliegende Arbeitsanweisung ersetzt alle vorhergegangenen Weisungen inkl. Richtlinien und alle ihr widersprechenden internen Bestimmungen. </w:t>
      </w:r>
    </w:p>
    <w:p w14:paraId="642DF054" w14:textId="4401BAC4" w:rsidR="00037595" w:rsidRDefault="00037595" w:rsidP="00ED24F6">
      <w:pPr>
        <w:pStyle w:val="berschrift1"/>
        <w:numPr>
          <w:ilvl w:val="0"/>
          <w:numId w:val="2"/>
        </w:numPr>
        <w:spacing w:before="360" w:after="120"/>
      </w:pPr>
      <w:r>
        <w:t>Inkraftsetzung</w:t>
      </w:r>
    </w:p>
    <w:p w14:paraId="5169A320" w14:textId="79D537DE" w:rsidR="00037595" w:rsidRDefault="00037595" w:rsidP="00037595">
      <w:pPr>
        <w:spacing w:before="120" w:after="120"/>
      </w:pPr>
      <w:r w:rsidRPr="00142CDD">
        <w:t xml:space="preserve">Diese Arbeitsanweisung tritt am 1. </w:t>
      </w:r>
      <w:r w:rsidR="00ED24F6">
        <w:t>Januar</w:t>
      </w:r>
      <w:r w:rsidRPr="00142CDD">
        <w:t xml:space="preserve"> 201</w:t>
      </w:r>
      <w:r w:rsidR="00ED24F6">
        <w:t>4</w:t>
      </w:r>
      <w:r w:rsidRPr="00142CDD">
        <w:t xml:space="preserve"> in Kraft.</w:t>
      </w:r>
    </w:p>
    <w:p w14:paraId="73008C8F" w14:textId="77777777" w:rsidR="00ED24F6" w:rsidRDefault="00ED24F6" w:rsidP="00037595"/>
    <w:p w14:paraId="1EB1A8AF" w14:textId="77777777" w:rsidR="00ED24F6" w:rsidRPr="00ED24F6" w:rsidRDefault="00ED24F6" w:rsidP="00ED24F6">
      <w:pPr>
        <w:spacing w:before="120" w:after="120"/>
        <w:rPr>
          <w:b/>
          <w:bCs/>
        </w:rPr>
      </w:pPr>
      <w:r w:rsidRPr="00ED24F6">
        <w:rPr>
          <w:b/>
          <w:bCs/>
        </w:rPr>
        <w:t>Mitgeltende Dokumente/Beilagen</w:t>
      </w:r>
    </w:p>
    <w:p w14:paraId="716FFC26" w14:textId="77777777" w:rsidR="00ED24F6" w:rsidRDefault="00ED24F6" w:rsidP="00ED24F6">
      <w:pPr>
        <w:spacing w:before="120" w:after="120"/>
        <w:rPr>
          <w:bCs/>
        </w:rPr>
      </w:pPr>
      <w:r>
        <w:rPr>
          <w:bCs/>
        </w:rPr>
        <w:t>Anhang 1</w:t>
      </w:r>
      <w:r>
        <w:rPr>
          <w:bCs/>
        </w:rPr>
        <w:tab/>
        <w:t>Beispiele Rohrblöcke</w:t>
      </w:r>
    </w:p>
    <w:p w14:paraId="7E094353" w14:textId="77777777" w:rsidR="00ED24F6" w:rsidRDefault="00ED24F6" w:rsidP="00ED24F6">
      <w:pPr>
        <w:spacing w:before="120" w:after="120"/>
        <w:rPr>
          <w:bCs/>
        </w:rPr>
      </w:pPr>
      <w:r>
        <w:rPr>
          <w:bCs/>
        </w:rPr>
        <w:t>Anhang 2</w:t>
      </w:r>
      <w:r>
        <w:rPr>
          <w:bCs/>
        </w:rPr>
        <w:tab/>
        <w:t>Arbeitsmittel und persönliche Schutzausrüstung</w:t>
      </w:r>
    </w:p>
    <w:p w14:paraId="5CA3EFF2" w14:textId="6471A4BE" w:rsidR="00037595" w:rsidRPr="00ED24F6" w:rsidRDefault="00ED24F6" w:rsidP="00ED24F6">
      <w:pPr>
        <w:spacing w:before="120" w:after="120"/>
        <w:rPr>
          <w:bCs/>
        </w:rPr>
      </w:pPr>
      <w:r>
        <w:rPr>
          <w:bCs/>
        </w:rPr>
        <w:t>Anhang 3</w:t>
      </w:r>
      <w:r>
        <w:rPr>
          <w:bCs/>
        </w:rPr>
        <w:tab/>
        <w:t>Von Energie Wasser Bern ausgebildete und autorisierte Fachpersonen</w:t>
      </w:r>
      <w:r w:rsidR="00037595" w:rsidRPr="00ED24F6">
        <w:rPr>
          <w:bCs/>
        </w:rPr>
        <w:br w:type="page"/>
      </w:r>
    </w:p>
    <w:p w14:paraId="1838F148" w14:textId="6EF1F3CE" w:rsidR="00037595" w:rsidRPr="00ED24F6" w:rsidRDefault="00ED24F6" w:rsidP="00ED24F6">
      <w:pPr>
        <w:spacing w:before="120" w:after="120"/>
        <w:rPr>
          <w:b/>
          <w:bCs/>
        </w:rPr>
      </w:pPr>
      <w:r w:rsidRPr="00ED24F6">
        <w:rPr>
          <w:b/>
          <w:bCs/>
        </w:rPr>
        <w:lastRenderedPageBreak/>
        <w:t>Anhang 1: Beispiele Kabelrohrblöcke</w:t>
      </w:r>
    </w:p>
    <w:p w14:paraId="6E18C342" w14:textId="34A2C28B" w:rsidR="008C10FD" w:rsidRDefault="00ED24F6" w:rsidP="00037595">
      <w:pPr>
        <w:rPr>
          <w:b/>
          <w:strike/>
          <w:sz w:val="28"/>
        </w:rPr>
      </w:pPr>
      <w:r w:rsidRPr="00ED24F6">
        <w:rPr>
          <w:b/>
          <w:strike/>
          <w:noProof/>
          <w:sz w:val="28"/>
        </w:rPr>
        <w:drawing>
          <wp:inline distT="0" distB="0" distL="0" distR="0" wp14:anchorId="729763CF" wp14:editId="4DFB16B3">
            <wp:extent cx="5994000" cy="8218800"/>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94000" cy="8218800"/>
                    </a:xfrm>
                    <a:prstGeom prst="rect">
                      <a:avLst/>
                    </a:prstGeom>
                  </pic:spPr>
                </pic:pic>
              </a:graphicData>
            </a:graphic>
          </wp:inline>
        </w:drawing>
      </w:r>
    </w:p>
    <w:p w14:paraId="630E2F74" w14:textId="46A15E84" w:rsidR="00ED24F6" w:rsidRDefault="00ED24F6" w:rsidP="00037595">
      <w:pPr>
        <w:rPr>
          <w:b/>
          <w:strike/>
          <w:sz w:val="28"/>
        </w:rPr>
      </w:pPr>
    </w:p>
    <w:p w14:paraId="37B3CA44" w14:textId="07636427" w:rsidR="009F7E45" w:rsidRDefault="009F7E45" w:rsidP="00037595">
      <w:pPr>
        <w:rPr>
          <w:b/>
          <w:strike/>
          <w:sz w:val="28"/>
        </w:rPr>
      </w:pPr>
    </w:p>
    <w:p w14:paraId="7DEE1141" w14:textId="4894DBDD" w:rsidR="009F7E45" w:rsidRPr="00ED24F6" w:rsidRDefault="009F7E45" w:rsidP="009F7E45">
      <w:pPr>
        <w:spacing w:before="120" w:after="120"/>
        <w:rPr>
          <w:b/>
          <w:bCs/>
        </w:rPr>
      </w:pPr>
      <w:r w:rsidRPr="00ED24F6">
        <w:rPr>
          <w:b/>
          <w:bCs/>
        </w:rPr>
        <w:lastRenderedPageBreak/>
        <w:t xml:space="preserve">Anhang </w:t>
      </w:r>
      <w:r>
        <w:rPr>
          <w:b/>
          <w:bCs/>
        </w:rPr>
        <w:t>2</w:t>
      </w:r>
      <w:r w:rsidRPr="00ED24F6">
        <w:rPr>
          <w:b/>
          <w:bCs/>
        </w:rPr>
        <w:t xml:space="preserve">: </w:t>
      </w:r>
      <w:r>
        <w:rPr>
          <w:b/>
          <w:bCs/>
        </w:rPr>
        <w:t>Arbeitsmittel und persönliche Schutzausrüstung</w:t>
      </w:r>
    </w:p>
    <w:p w14:paraId="3118DB9B" w14:textId="4AEE6CB6" w:rsidR="009F7E45" w:rsidRDefault="009F7E45" w:rsidP="009F7E45">
      <w:pPr>
        <w:rPr>
          <w:b/>
          <w:strike/>
          <w:sz w:val="28"/>
        </w:rPr>
      </w:pPr>
      <w:r w:rsidRPr="009F7E45">
        <w:rPr>
          <w:b/>
          <w:strike/>
          <w:noProof/>
          <w:sz w:val="28"/>
        </w:rPr>
        <w:drawing>
          <wp:inline distT="0" distB="0" distL="0" distR="0" wp14:anchorId="37CD67A5" wp14:editId="4A1F3248">
            <wp:extent cx="5976620" cy="5283835"/>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76620" cy="5283835"/>
                    </a:xfrm>
                    <a:prstGeom prst="rect">
                      <a:avLst/>
                    </a:prstGeom>
                  </pic:spPr>
                </pic:pic>
              </a:graphicData>
            </a:graphic>
          </wp:inline>
        </w:drawing>
      </w:r>
    </w:p>
    <w:p w14:paraId="0B05F0A8" w14:textId="77777777" w:rsidR="009F7E45" w:rsidRDefault="009F7E45" w:rsidP="00037595">
      <w:pPr>
        <w:rPr>
          <w:b/>
          <w:strike/>
          <w:sz w:val="28"/>
        </w:rPr>
      </w:pPr>
    </w:p>
    <w:p w14:paraId="42050203" w14:textId="4236B382" w:rsidR="009F7E45" w:rsidRDefault="009F7E45">
      <w:pPr>
        <w:rPr>
          <w:b/>
          <w:strike/>
          <w:sz w:val="28"/>
        </w:rPr>
      </w:pPr>
      <w:r>
        <w:rPr>
          <w:b/>
          <w:strike/>
          <w:sz w:val="28"/>
        </w:rPr>
        <w:br w:type="page"/>
      </w:r>
    </w:p>
    <w:p w14:paraId="1D9B8A42" w14:textId="287D7CEC" w:rsidR="009F7E45" w:rsidRPr="004D32ED" w:rsidRDefault="009F7E45" w:rsidP="009F7E45">
      <w:pPr>
        <w:spacing w:before="120" w:after="120"/>
        <w:rPr>
          <w:b/>
          <w:bCs/>
          <w:color w:val="FF0000"/>
        </w:rPr>
      </w:pPr>
      <w:r w:rsidRPr="004D32ED">
        <w:rPr>
          <w:b/>
          <w:bCs/>
          <w:color w:val="FF0000"/>
        </w:rPr>
        <w:lastRenderedPageBreak/>
        <w:t>Anhang 3: Von Energie Wasser Bern ausgebildete und autorisierte Fachpersonen</w:t>
      </w:r>
    </w:p>
    <w:tbl>
      <w:tblPr>
        <w:tblStyle w:val="Tabellenraster"/>
        <w:tblW w:w="0" w:type="auto"/>
        <w:tblLook w:val="04A0" w:firstRow="1" w:lastRow="0" w:firstColumn="1" w:lastColumn="0" w:noHBand="0" w:noVBand="1"/>
      </w:tblPr>
      <w:tblGrid>
        <w:gridCol w:w="2350"/>
        <w:gridCol w:w="2350"/>
        <w:gridCol w:w="2351"/>
        <w:gridCol w:w="2351"/>
      </w:tblGrid>
      <w:tr w:rsidR="004D32ED" w:rsidRPr="004D32ED" w14:paraId="045A8F13" w14:textId="77777777" w:rsidTr="009F7E45">
        <w:tc>
          <w:tcPr>
            <w:tcW w:w="2350" w:type="dxa"/>
            <w:shd w:val="clear" w:color="auto" w:fill="D9D9D9" w:themeFill="background1" w:themeFillShade="D9"/>
          </w:tcPr>
          <w:p w14:paraId="08604052" w14:textId="2B4CB24D" w:rsidR="009F7E45" w:rsidRPr="004D32ED" w:rsidRDefault="009F7E45" w:rsidP="009F7E45">
            <w:pPr>
              <w:rPr>
                <w:b/>
                <w:bCs/>
                <w:color w:val="FF0000"/>
              </w:rPr>
            </w:pPr>
            <w:r w:rsidRPr="004D32ED">
              <w:rPr>
                <w:b/>
                <w:bCs/>
                <w:color w:val="FF0000"/>
              </w:rPr>
              <w:t>Name</w:t>
            </w:r>
          </w:p>
        </w:tc>
        <w:tc>
          <w:tcPr>
            <w:tcW w:w="2350" w:type="dxa"/>
            <w:shd w:val="clear" w:color="auto" w:fill="D9D9D9" w:themeFill="background1" w:themeFillShade="D9"/>
          </w:tcPr>
          <w:p w14:paraId="6F904F78" w14:textId="45DE6F09" w:rsidR="009F7E45" w:rsidRPr="004D32ED" w:rsidRDefault="009F7E45" w:rsidP="009F7E45">
            <w:pPr>
              <w:rPr>
                <w:b/>
                <w:bCs/>
                <w:color w:val="FF0000"/>
              </w:rPr>
            </w:pPr>
            <w:r w:rsidRPr="004D32ED">
              <w:rPr>
                <w:b/>
                <w:bCs/>
                <w:color w:val="FF0000"/>
              </w:rPr>
              <w:t>Vorname</w:t>
            </w:r>
          </w:p>
        </w:tc>
        <w:tc>
          <w:tcPr>
            <w:tcW w:w="2351" w:type="dxa"/>
            <w:shd w:val="clear" w:color="auto" w:fill="D9D9D9" w:themeFill="background1" w:themeFillShade="D9"/>
          </w:tcPr>
          <w:p w14:paraId="0E45ABF4" w14:textId="27807B1B" w:rsidR="009F7E45" w:rsidRPr="004D32ED" w:rsidRDefault="009F7E45" w:rsidP="009F7E45">
            <w:pPr>
              <w:rPr>
                <w:b/>
                <w:bCs/>
                <w:color w:val="FF0000"/>
              </w:rPr>
            </w:pPr>
            <w:r w:rsidRPr="004D32ED">
              <w:rPr>
                <w:b/>
                <w:bCs/>
                <w:color w:val="FF0000"/>
              </w:rPr>
              <w:t>Firma</w:t>
            </w:r>
          </w:p>
        </w:tc>
        <w:tc>
          <w:tcPr>
            <w:tcW w:w="2351" w:type="dxa"/>
            <w:shd w:val="clear" w:color="auto" w:fill="D9D9D9" w:themeFill="background1" w:themeFillShade="D9"/>
          </w:tcPr>
          <w:p w14:paraId="21E25EC6" w14:textId="780C05ED" w:rsidR="009F7E45" w:rsidRPr="004D32ED" w:rsidRDefault="009F7E45" w:rsidP="009F7E45">
            <w:pPr>
              <w:rPr>
                <w:b/>
                <w:bCs/>
                <w:color w:val="FF0000"/>
              </w:rPr>
            </w:pPr>
            <w:r w:rsidRPr="004D32ED">
              <w:rPr>
                <w:b/>
                <w:bCs/>
                <w:color w:val="FF0000"/>
              </w:rPr>
              <w:t>Instruktionsdatum</w:t>
            </w:r>
          </w:p>
        </w:tc>
      </w:tr>
      <w:tr w:rsidR="004D32ED" w:rsidRPr="004D32ED" w14:paraId="6F598D37" w14:textId="77777777" w:rsidTr="009F7E45">
        <w:tc>
          <w:tcPr>
            <w:tcW w:w="2350" w:type="dxa"/>
          </w:tcPr>
          <w:p w14:paraId="212F87C6" w14:textId="3220BC93" w:rsidR="009F7E45" w:rsidRPr="004D32ED" w:rsidRDefault="009F7E45" w:rsidP="009F7E45">
            <w:pPr>
              <w:rPr>
                <w:color w:val="FF0000"/>
              </w:rPr>
            </w:pPr>
            <w:r w:rsidRPr="004D32ED">
              <w:rPr>
                <w:color w:val="FF0000"/>
              </w:rPr>
              <w:t>Shaban</w:t>
            </w:r>
          </w:p>
        </w:tc>
        <w:tc>
          <w:tcPr>
            <w:tcW w:w="2350" w:type="dxa"/>
          </w:tcPr>
          <w:p w14:paraId="37786F6D" w14:textId="75A9FC11" w:rsidR="009F7E45" w:rsidRPr="004D32ED" w:rsidRDefault="009F7E45" w:rsidP="009F7E45">
            <w:pPr>
              <w:rPr>
                <w:color w:val="FF0000"/>
              </w:rPr>
            </w:pPr>
            <w:proofErr w:type="spellStart"/>
            <w:r w:rsidRPr="004D32ED">
              <w:rPr>
                <w:color w:val="FF0000"/>
              </w:rPr>
              <w:t>Ilazi</w:t>
            </w:r>
            <w:proofErr w:type="spellEnd"/>
          </w:p>
        </w:tc>
        <w:tc>
          <w:tcPr>
            <w:tcW w:w="2351" w:type="dxa"/>
          </w:tcPr>
          <w:p w14:paraId="225780CA" w14:textId="3F16BD66" w:rsidR="009F7E45" w:rsidRPr="004D32ED" w:rsidRDefault="009F7E45" w:rsidP="009F7E45">
            <w:pPr>
              <w:rPr>
                <w:color w:val="FF0000"/>
              </w:rPr>
            </w:pPr>
            <w:r w:rsidRPr="004D32ED">
              <w:rPr>
                <w:color w:val="FF0000"/>
              </w:rPr>
              <w:t xml:space="preserve">Friedli + </w:t>
            </w:r>
            <w:proofErr w:type="spellStart"/>
            <w:r w:rsidRPr="004D32ED">
              <w:rPr>
                <w:color w:val="FF0000"/>
              </w:rPr>
              <w:t>Caprani</w:t>
            </w:r>
            <w:proofErr w:type="spellEnd"/>
            <w:r w:rsidRPr="004D32ED">
              <w:rPr>
                <w:color w:val="FF0000"/>
              </w:rPr>
              <w:t xml:space="preserve"> AG</w:t>
            </w:r>
          </w:p>
        </w:tc>
        <w:tc>
          <w:tcPr>
            <w:tcW w:w="2351" w:type="dxa"/>
          </w:tcPr>
          <w:p w14:paraId="11F49735" w14:textId="635D2A84" w:rsidR="009F7E45" w:rsidRPr="004D32ED" w:rsidRDefault="009F7E45" w:rsidP="009F7E45">
            <w:pPr>
              <w:rPr>
                <w:color w:val="FF0000"/>
              </w:rPr>
            </w:pPr>
            <w:r w:rsidRPr="004D32ED">
              <w:rPr>
                <w:color w:val="FF0000"/>
              </w:rPr>
              <w:t>19.08.2013</w:t>
            </w:r>
          </w:p>
        </w:tc>
      </w:tr>
      <w:tr w:rsidR="004D32ED" w:rsidRPr="004D32ED" w14:paraId="679E34B0" w14:textId="77777777" w:rsidTr="009F7E45">
        <w:tc>
          <w:tcPr>
            <w:tcW w:w="2350" w:type="dxa"/>
          </w:tcPr>
          <w:p w14:paraId="598B6353" w14:textId="3F4E5756" w:rsidR="009F7E45" w:rsidRPr="004D32ED" w:rsidRDefault="009F7E45" w:rsidP="009F7E45">
            <w:pPr>
              <w:rPr>
                <w:color w:val="FF0000"/>
              </w:rPr>
            </w:pPr>
            <w:r w:rsidRPr="004D32ED">
              <w:rPr>
                <w:color w:val="FF0000"/>
              </w:rPr>
              <w:t>Kohler</w:t>
            </w:r>
          </w:p>
        </w:tc>
        <w:tc>
          <w:tcPr>
            <w:tcW w:w="2350" w:type="dxa"/>
          </w:tcPr>
          <w:p w14:paraId="536E5A2B" w14:textId="5F5F0BD1" w:rsidR="009F7E45" w:rsidRPr="004D32ED" w:rsidRDefault="009F7E45" w:rsidP="009F7E45">
            <w:pPr>
              <w:rPr>
                <w:color w:val="FF0000"/>
              </w:rPr>
            </w:pPr>
            <w:r w:rsidRPr="004D32ED">
              <w:rPr>
                <w:color w:val="FF0000"/>
              </w:rPr>
              <w:t>Peter</w:t>
            </w:r>
          </w:p>
        </w:tc>
        <w:tc>
          <w:tcPr>
            <w:tcW w:w="2351" w:type="dxa"/>
          </w:tcPr>
          <w:p w14:paraId="4B85F67E" w14:textId="270E7806" w:rsidR="009F7E45" w:rsidRPr="004D32ED" w:rsidRDefault="009F7E45" w:rsidP="009F7E45">
            <w:pPr>
              <w:rPr>
                <w:color w:val="FF0000"/>
              </w:rPr>
            </w:pPr>
            <w:r w:rsidRPr="004D32ED">
              <w:rPr>
                <w:color w:val="FF0000"/>
              </w:rPr>
              <w:t>Stucki AG Bern</w:t>
            </w:r>
          </w:p>
        </w:tc>
        <w:tc>
          <w:tcPr>
            <w:tcW w:w="2351" w:type="dxa"/>
          </w:tcPr>
          <w:p w14:paraId="6D4E1590" w14:textId="1FC7CB13" w:rsidR="009F7E45" w:rsidRPr="004D32ED" w:rsidRDefault="009F7E45" w:rsidP="009F7E45">
            <w:pPr>
              <w:rPr>
                <w:color w:val="FF0000"/>
              </w:rPr>
            </w:pPr>
            <w:r w:rsidRPr="004D32ED">
              <w:rPr>
                <w:color w:val="FF0000"/>
              </w:rPr>
              <w:t>19.08.2013</w:t>
            </w:r>
          </w:p>
        </w:tc>
      </w:tr>
      <w:tr w:rsidR="004D32ED" w:rsidRPr="004D32ED" w14:paraId="4173903D" w14:textId="77777777" w:rsidTr="009F7E45">
        <w:tc>
          <w:tcPr>
            <w:tcW w:w="2350" w:type="dxa"/>
          </w:tcPr>
          <w:p w14:paraId="3B583C0C" w14:textId="3600A080" w:rsidR="009F7E45" w:rsidRPr="004D32ED" w:rsidRDefault="009F7E45" w:rsidP="009F7E45">
            <w:pPr>
              <w:rPr>
                <w:color w:val="FF0000"/>
              </w:rPr>
            </w:pPr>
            <w:r w:rsidRPr="004D32ED">
              <w:rPr>
                <w:color w:val="FF0000"/>
              </w:rPr>
              <w:t>Sulejmani</w:t>
            </w:r>
          </w:p>
        </w:tc>
        <w:tc>
          <w:tcPr>
            <w:tcW w:w="2350" w:type="dxa"/>
          </w:tcPr>
          <w:p w14:paraId="430478B8" w14:textId="0B91F8F1" w:rsidR="009F7E45" w:rsidRPr="004D32ED" w:rsidRDefault="009F7E45" w:rsidP="009F7E45">
            <w:pPr>
              <w:rPr>
                <w:color w:val="FF0000"/>
              </w:rPr>
            </w:pPr>
            <w:r w:rsidRPr="004D32ED">
              <w:rPr>
                <w:color w:val="FF0000"/>
              </w:rPr>
              <w:t>Qamil</w:t>
            </w:r>
          </w:p>
        </w:tc>
        <w:tc>
          <w:tcPr>
            <w:tcW w:w="2351" w:type="dxa"/>
          </w:tcPr>
          <w:p w14:paraId="1D97F4F3" w14:textId="47D8E2A3" w:rsidR="009F7E45" w:rsidRPr="004D32ED" w:rsidRDefault="009F7E45" w:rsidP="009F7E45">
            <w:pPr>
              <w:rPr>
                <w:color w:val="FF0000"/>
              </w:rPr>
            </w:pPr>
            <w:proofErr w:type="spellStart"/>
            <w:r w:rsidRPr="004D32ED">
              <w:rPr>
                <w:color w:val="FF0000"/>
              </w:rPr>
              <w:t>Huldi</w:t>
            </w:r>
            <w:proofErr w:type="spellEnd"/>
            <w:r w:rsidRPr="004D32ED">
              <w:rPr>
                <w:color w:val="FF0000"/>
              </w:rPr>
              <w:t xml:space="preserve"> + Stucki AG</w:t>
            </w:r>
          </w:p>
        </w:tc>
        <w:tc>
          <w:tcPr>
            <w:tcW w:w="2351" w:type="dxa"/>
          </w:tcPr>
          <w:p w14:paraId="699CDA67" w14:textId="5EDB831C" w:rsidR="009F7E45" w:rsidRPr="004D32ED" w:rsidRDefault="009F7E45" w:rsidP="009F7E45">
            <w:pPr>
              <w:rPr>
                <w:color w:val="FF0000"/>
              </w:rPr>
            </w:pPr>
            <w:r w:rsidRPr="004D32ED">
              <w:rPr>
                <w:color w:val="FF0000"/>
              </w:rPr>
              <w:t>19.08.2013</w:t>
            </w:r>
          </w:p>
        </w:tc>
      </w:tr>
      <w:tr w:rsidR="004D32ED" w:rsidRPr="004D32ED" w14:paraId="7C7EB6E8" w14:textId="77777777" w:rsidTr="009F7E45">
        <w:tc>
          <w:tcPr>
            <w:tcW w:w="2350" w:type="dxa"/>
          </w:tcPr>
          <w:p w14:paraId="09714071" w14:textId="054133B8" w:rsidR="009F7E45" w:rsidRPr="004D32ED" w:rsidRDefault="009F7E45" w:rsidP="009F7E45">
            <w:pPr>
              <w:rPr>
                <w:color w:val="FF0000"/>
              </w:rPr>
            </w:pPr>
            <w:r w:rsidRPr="004D32ED">
              <w:rPr>
                <w:color w:val="FF0000"/>
              </w:rPr>
              <w:t>Lafontaine</w:t>
            </w:r>
          </w:p>
        </w:tc>
        <w:tc>
          <w:tcPr>
            <w:tcW w:w="2350" w:type="dxa"/>
          </w:tcPr>
          <w:p w14:paraId="58C1DF14" w14:textId="0E34B6B4" w:rsidR="009F7E45" w:rsidRPr="004D32ED" w:rsidRDefault="009F7E45" w:rsidP="009F7E45">
            <w:pPr>
              <w:rPr>
                <w:color w:val="FF0000"/>
              </w:rPr>
            </w:pPr>
            <w:r w:rsidRPr="004D32ED">
              <w:rPr>
                <w:color w:val="FF0000"/>
              </w:rPr>
              <w:t>Joël</w:t>
            </w:r>
          </w:p>
        </w:tc>
        <w:tc>
          <w:tcPr>
            <w:tcW w:w="2351" w:type="dxa"/>
          </w:tcPr>
          <w:p w14:paraId="2097ECAB" w14:textId="5FC48F8B" w:rsidR="009F7E45" w:rsidRPr="004D32ED" w:rsidRDefault="009F7E45" w:rsidP="009F7E45">
            <w:pPr>
              <w:rPr>
                <w:color w:val="FF0000"/>
              </w:rPr>
            </w:pPr>
            <w:proofErr w:type="spellStart"/>
            <w:r w:rsidRPr="004D32ED">
              <w:rPr>
                <w:color w:val="FF0000"/>
              </w:rPr>
              <w:t>Brogini</w:t>
            </w:r>
            <w:proofErr w:type="spellEnd"/>
            <w:r w:rsidRPr="004D32ED">
              <w:rPr>
                <w:color w:val="FF0000"/>
              </w:rPr>
              <w:t xml:space="preserve"> AG</w:t>
            </w:r>
          </w:p>
        </w:tc>
        <w:tc>
          <w:tcPr>
            <w:tcW w:w="2351" w:type="dxa"/>
          </w:tcPr>
          <w:p w14:paraId="7F5F0CE5" w14:textId="62635B20" w:rsidR="009F7E45" w:rsidRPr="004D32ED" w:rsidRDefault="009F7E45" w:rsidP="009F7E45">
            <w:pPr>
              <w:rPr>
                <w:color w:val="FF0000"/>
              </w:rPr>
            </w:pPr>
            <w:r w:rsidRPr="004D32ED">
              <w:rPr>
                <w:color w:val="FF0000"/>
              </w:rPr>
              <w:t>09.03.2017</w:t>
            </w:r>
          </w:p>
        </w:tc>
      </w:tr>
      <w:tr w:rsidR="004D32ED" w:rsidRPr="004D32ED" w14:paraId="7E856154" w14:textId="77777777" w:rsidTr="0063763A">
        <w:tc>
          <w:tcPr>
            <w:tcW w:w="2350" w:type="dxa"/>
          </w:tcPr>
          <w:p w14:paraId="682FD301" w14:textId="40365026" w:rsidR="009F7E45" w:rsidRPr="004D32ED" w:rsidRDefault="009F7E45" w:rsidP="0063763A">
            <w:pPr>
              <w:rPr>
                <w:color w:val="FF0000"/>
              </w:rPr>
            </w:pPr>
            <w:proofErr w:type="spellStart"/>
            <w:r w:rsidRPr="004D32ED">
              <w:rPr>
                <w:color w:val="FF0000"/>
              </w:rPr>
              <w:t>Srisomsong</w:t>
            </w:r>
            <w:proofErr w:type="spellEnd"/>
          </w:p>
        </w:tc>
        <w:tc>
          <w:tcPr>
            <w:tcW w:w="2350" w:type="dxa"/>
          </w:tcPr>
          <w:p w14:paraId="0DBEC567" w14:textId="0B3153F3" w:rsidR="009F7E45" w:rsidRPr="004D32ED" w:rsidRDefault="009F7E45" w:rsidP="0063763A">
            <w:pPr>
              <w:rPr>
                <w:color w:val="FF0000"/>
              </w:rPr>
            </w:pPr>
            <w:proofErr w:type="spellStart"/>
            <w:r w:rsidRPr="004D32ED">
              <w:rPr>
                <w:color w:val="FF0000"/>
              </w:rPr>
              <w:t>Phaithoon</w:t>
            </w:r>
            <w:proofErr w:type="spellEnd"/>
          </w:p>
        </w:tc>
        <w:tc>
          <w:tcPr>
            <w:tcW w:w="2351" w:type="dxa"/>
          </w:tcPr>
          <w:p w14:paraId="6AA7B371" w14:textId="77777777" w:rsidR="009F7E45" w:rsidRPr="004D32ED" w:rsidRDefault="009F7E45" w:rsidP="0063763A">
            <w:pPr>
              <w:rPr>
                <w:color w:val="FF0000"/>
              </w:rPr>
            </w:pPr>
            <w:proofErr w:type="spellStart"/>
            <w:r w:rsidRPr="004D32ED">
              <w:rPr>
                <w:color w:val="FF0000"/>
              </w:rPr>
              <w:t>Brogini</w:t>
            </w:r>
            <w:proofErr w:type="spellEnd"/>
            <w:r w:rsidRPr="004D32ED">
              <w:rPr>
                <w:color w:val="FF0000"/>
              </w:rPr>
              <w:t xml:space="preserve"> AG</w:t>
            </w:r>
          </w:p>
        </w:tc>
        <w:tc>
          <w:tcPr>
            <w:tcW w:w="2351" w:type="dxa"/>
          </w:tcPr>
          <w:p w14:paraId="3E9BEAA4" w14:textId="77777777" w:rsidR="009F7E45" w:rsidRPr="004D32ED" w:rsidRDefault="009F7E45" w:rsidP="0063763A">
            <w:pPr>
              <w:rPr>
                <w:color w:val="FF0000"/>
              </w:rPr>
            </w:pPr>
            <w:r w:rsidRPr="004D32ED">
              <w:rPr>
                <w:color w:val="FF0000"/>
              </w:rPr>
              <w:t>09.03.2017</w:t>
            </w:r>
          </w:p>
        </w:tc>
      </w:tr>
      <w:tr w:rsidR="004D32ED" w:rsidRPr="004D32ED" w14:paraId="3DF5ECE0" w14:textId="77777777" w:rsidTr="0063763A">
        <w:tc>
          <w:tcPr>
            <w:tcW w:w="2350" w:type="dxa"/>
          </w:tcPr>
          <w:p w14:paraId="5DF3C5DB" w14:textId="49C6C8E2" w:rsidR="009F7E45" w:rsidRPr="004D32ED" w:rsidRDefault="009F7E45" w:rsidP="0063763A">
            <w:pPr>
              <w:rPr>
                <w:color w:val="FF0000"/>
              </w:rPr>
            </w:pPr>
            <w:r w:rsidRPr="004D32ED">
              <w:rPr>
                <w:color w:val="FF0000"/>
              </w:rPr>
              <w:t>Emini</w:t>
            </w:r>
          </w:p>
        </w:tc>
        <w:tc>
          <w:tcPr>
            <w:tcW w:w="2350" w:type="dxa"/>
          </w:tcPr>
          <w:p w14:paraId="6BFA4397" w14:textId="02C765E2" w:rsidR="009F7E45" w:rsidRPr="004D32ED" w:rsidRDefault="009F7E45" w:rsidP="0063763A">
            <w:pPr>
              <w:rPr>
                <w:color w:val="FF0000"/>
              </w:rPr>
            </w:pPr>
            <w:proofErr w:type="spellStart"/>
            <w:r w:rsidRPr="004D32ED">
              <w:rPr>
                <w:color w:val="FF0000"/>
              </w:rPr>
              <w:t>Zulfi</w:t>
            </w:r>
            <w:proofErr w:type="spellEnd"/>
          </w:p>
        </w:tc>
        <w:tc>
          <w:tcPr>
            <w:tcW w:w="2351" w:type="dxa"/>
          </w:tcPr>
          <w:p w14:paraId="7AFFDA4F" w14:textId="77777777" w:rsidR="009F7E45" w:rsidRPr="004D32ED" w:rsidRDefault="009F7E45" w:rsidP="0063763A">
            <w:pPr>
              <w:rPr>
                <w:color w:val="FF0000"/>
              </w:rPr>
            </w:pPr>
            <w:proofErr w:type="spellStart"/>
            <w:r w:rsidRPr="004D32ED">
              <w:rPr>
                <w:color w:val="FF0000"/>
              </w:rPr>
              <w:t>Brogini</w:t>
            </w:r>
            <w:proofErr w:type="spellEnd"/>
            <w:r w:rsidRPr="004D32ED">
              <w:rPr>
                <w:color w:val="FF0000"/>
              </w:rPr>
              <w:t xml:space="preserve"> AG</w:t>
            </w:r>
          </w:p>
        </w:tc>
        <w:tc>
          <w:tcPr>
            <w:tcW w:w="2351" w:type="dxa"/>
          </w:tcPr>
          <w:p w14:paraId="4466FC9D" w14:textId="77777777" w:rsidR="009F7E45" w:rsidRPr="004D32ED" w:rsidRDefault="009F7E45" w:rsidP="0063763A">
            <w:pPr>
              <w:rPr>
                <w:color w:val="FF0000"/>
              </w:rPr>
            </w:pPr>
            <w:r w:rsidRPr="004D32ED">
              <w:rPr>
                <w:color w:val="FF0000"/>
              </w:rPr>
              <w:t>09.03.2017</w:t>
            </w:r>
          </w:p>
        </w:tc>
      </w:tr>
      <w:tr w:rsidR="004D32ED" w:rsidRPr="004D32ED" w14:paraId="343CC061" w14:textId="77777777" w:rsidTr="0063763A">
        <w:tc>
          <w:tcPr>
            <w:tcW w:w="2350" w:type="dxa"/>
          </w:tcPr>
          <w:p w14:paraId="1E8D1F0D" w14:textId="0D5D2D0F" w:rsidR="009F7E45" w:rsidRPr="004D32ED" w:rsidRDefault="009F7E45" w:rsidP="0063763A">
            <w:pPr>
              <w:rPr>
                <w:color w:val="FF0000"/>
              </w:rPr>
            </w:pPr>
            <w:r w:rsidRPr="004D32ED">
              <w:rPr>
                <w:color w:val="FF0000"/>
              </w:rPr>
              <w:t>Jourdan</w:t>
            </w:r>
          </w:p>
        </w:tc>
        <w:tc>
          <w:tcPr>
            <w:tcW w:w="2350" w:type="dxa"/>
          </w:tcPr>
          <w:p w14:paraId="26ECE8C0" w14:textId="595BE226" w:rsidR="009F7E45" w:rsidRPr="004D32ED" w:rsidRDefault="009F7E45" w:rsidP="0063763A">
            <w:pPr>
              <w:rPr>
                <w:color w:val="FF0000"/>
              </w:rPr>
            </w:pPr>
            <w:r w:rsidRPr="004D32ED">
              <w:rPr>
                <w:color w:val="FF0000"/>
              </w:rPr>
              <w:t>Alain</w:t>
            </w:r>
          </w:p>
        </w:tc>
        <w:tc>
          <w:tcPr>
            <w:tcW w:w="2351" w:type="dxa"/>
          </w:tcPr>
          <w:p w14:paraId="69A9DBF9" w14:textId="77777777" w:rsidR="009F7E45" w:rsidRPr="004D32ED" w:rsidRDefault="009F7E45" w:rsidP="0063763A">
            <w:pPr>
              <w:rPr>
                <w:color w:val="FF0000"/>
              </w:rPr>
            </w:pPr>
            <w:proofErr w:type="spellStart"/>
            <w:r w:rsidRPr="004D32ED">
              <w:rPr>
                <w:color w:val="FF0000"/>
              </w:rPr>
              <w:t>Brogini</w:t>
            </w:r>
            <w:proofErr w:type="spellEnd"/>
            <w:r w:rsidRPr="004D32ED">
              <w:rPr>
                <w:color w:val="FF0000"/>
              </w:rPr>
              <w:t xml:space="preserve"> AG</w:t>
            </w:r>
          </w:p>
        </w:tc>
        <w:tc>
          <w:tcPr>
            <w:tcW w:w="2351" w:type="dxa"/>
          </w:tcPr>
          <w:p w14:paraId="3468D193" w14:textId="77777777" w:rsidR="009F7E45" w:rsidRPr="004D32ED" w:rsidRDefault="009F7E45" w:rsidP="0063763A">
            <w:pPr>
              <w:rPr>
                <w:color w:val="FF0000"/>
              </w:rPr>
            </w:pPr>
            <w:r w:rsidRPr="004D32ED">
              <w:rPr>
                <w:color w:val="FF0000"/>
              </w:rPr>
              <w:t>09.03.2017</w:t>
            </w:r>
          </w:p>
        </w:tc>
      </w:tr>
      <w:tr w:rsidR="004D32ED" w:rsidRPr="004D32ED" w14:paraId="740D6A21" w14:textId="77777777" w:rsidTr="0063763A">
        <w:tc>
          <w:tcPr>
            <w:tcW w:w="2350" w:type="dxa"/>
          </w:tcPr>
          <w:p w14:paraId="498CAFBA" w14:textId="6B689EB1" w:rsidR="009F7E45" w:rsidRPr="004D32ED" w:rsidRDefault="009F7E45" w:rsidP="0063763A">
            <w:pPr>
              <w:rPr>
                <w:color w:val="FF0000"/>
              </w:rPr>
            </w:pPr>
            <w:r w:rsidRPr="004D32ED">
              <w:rPr>
                <w:color w:val="FF0000"/>
              </w:rPr>
              <w:t>Salzmann</w:t>
            </w:r>
          </w:p>
        </w:tc>
        <w:tc>
          <w:tcPr>
            <w:tcW w:w="2350" w:type="dxa"/>
          </w:tcPr>
          <w:p w14:paraId="353E43B8" w14:textId="6E752E1A" w:rsidR="009F7E45" w:rsidRPr="004D32ED" w:rsidRDefault="009F7E45" w:rsidP="0063763A">
            <w:pPr>
              <w:rPr>
                <w:color w:val="FF0000"/>
              </w:rPr>
            </w:pPr>
            <w:r w:rsidRPr="004D32ED">
              <w:rPr>
                <w:color w:val="FF0000"/>
              </w:rPr>
              <w:t>René</w:t>
            </w:r>
          </w:p>
        </w:tc>
        <w:tc>
          <w:tcPr>
            <w:tcW w:w="2351" w:type="dxa"/>
          </w:tcPr>
          <w:p w14:paraId="30B8B8D2" w14:textId="77777777" w:rsidR="009F7E45" w:rsidRPr="004D32ED" w:rsidRDefault="009F7E45" w:rsidP="0063763A">
            <w:pPr>
              <w:rPr>
                <w:color w:val="FF0000"/>
              </w:rPr>
            </w:pPr>
            <w:proofErr w:type="spellStart"/>
            <w:r w:rsidRPr="004D32ED">
              <w:rPr>
                <w:color w:val="FF0000"/>
              </w:rPr>
              <w:t>Huldi</w:t>
            </w:r>
            <w:proofErr w:type="spellEnd"/>
            <w:r w:rsidRPr="004D32ED">
              <w:rPr>
                <w:color w:val="FF0000"/>
              </w:rPr>
              <w:t xml:space="preserve"> + Stucki AG</w:t>
            </w:r>
          </w:p>
        </w:tc>
        <w:tc>
          <w:tcPr>
            <w:tcW w:w="2351" w:type="dxa"/>
          </w:tcPr>
          <w:p w14:paraId="39971500" w14:textId="1A0EEF82" w:rsidR="009F7E45" w:rsidRPr="004D32ED" w:rsidRDefault="009F7E45" w:rsidP="0063763A">
            <w:pPr>
              <w:rPr>
                <w:color w:val="FF0000"/>
              </w:rPr>
            </w:pPr>
            <w:r w:rsidRPr="004D32ED">
              <w:rPr>
                <w:color w:val="FF0000"/>
              </w:rPr>
              <w:t>09.03.2017</w:t>
            </w:r>
          </w:p>
        </w:tc>
      </w:tr>
      <w:tr w:rsidR="004D32ED" w:rsidRPr="004D32ED" w14:paraId="0141D994" w14:textId="77777777" w:rsidTr="009F7E45">
        <w:tc>
          <w:tcPr>
            <w:tcW w:w="2350" w:type="dxa"/>
          </w:tcPr>
          <w:p w14:paraId="7945B7E7" w14:textId="48E58660" w:rsidR="009F7E45" w:rsidRPr="004D32ED" w:rsidRDefault="009F7E45" w:rsidP="009F7E45">
            <w:pPr>
              <w:rPr>
                <w:color w:val="FF0000"/>
              </w:rPr>
            </w:pPr>
            <w:r w:rsidRPr="004D32ED">
              <w:rPr>
                <w:color w:val="FF0000"/>
              </w:rPr>
              <w:t>Da Costa Pinto</w:t>
            </w:r>
          </w:p>
        </w:tc>
        <w:tc>
          <w:tcPr>
            <w:tcW w:w="2350" w:type="dxa"/>
          </w:tcPr>
          <w:p w14:paraId="02AD1E25" w14:textId="2AEE011B" w:rsidR="009F7E45" w:rsidRPr="004D32ED" w:rsidRDefault="009F7E45" w:rsidP="009F7E45">
            <w:pPr>
              <w:rPr>
                <w:color w:val="FF0000"/>
              </w:rPr>
            </w:pPr>
            <w:r w:rsidRPr="004D32ED">
              <w:rPr>
                <w:color w:val="FF0000"/>
              </w:rPr>
              <w:t>Paulo Alexandre</w:t>
            </w:r>
          </w:p>
        </w:tc>
        <w:tc>
          <w:tcPr>
            <w:tcW w:w="2351" w:type="dxa"/>
          </w:tcPr>
          <w:p w14:paraId="466A236B" w14:textId="39D97E0D" w:rsidR="009F7E45" w:rsidRPr="004D32ED" w:rsidRDefault="009F7E45" w:rsidP="009F7E45">
            <w:pPr>
              <w:rPr>
                <w:color w:val="FF0000"/>
              </w:rPr>
            </w:pPr>
            <w:proofErr w:type="spellStart"/>
            <w:r w:rsidRPr="004D32ED">
              <w:rPr>
                <w:color w:val="FF0000"/>
              </w:rPr>
              <w:t>Bautag</w:t>
            </w:r>
            <w:proofErr w:type="spellEnd"/>
            <w:r w:rsidRPr="004D32ED">
              <w:rPr>
                <w:color w:val="FF0000"/>
              </w:rPr>
              <w:t xml:space="preserve"> AG</w:t>
            </w:r>
          </w:p>
        </w:tc>
        <w:tc>
          <w:tcPr>
            <w:tcW w:w="2351" w:type="dxa"/>
          </w:tcPr>
          <w:p w14:paraId="70DD9FA1" w14:textId="4952B2CE" w:rsidR="009F7E45" w:rsidRPr="004D32ED" w:rsidRDefault="009F7E45" w:rsidP="009F7E45">
            <w:pPr>
              <w:rPr>
                <w:color w:val="FF0000"/>
              </w:rPr>
            </w:pPr>
            <w:r w:rsidRPr="004D32ED">
              <w:rPr>
                <w:color w:val="FF0000"/>
              </w:rPr>
              <w:t>09.03.2017</w:t>
            </w:r>
          </w:p>
        </w:tc>
      </w:tr>
      <w:tr w:rsidR="004D32ED" w:rsidRPr="004D32ED" w14:paraId="5807BCC5" w14:textId="77777777" w:rsidTr="009F7E45">
        <w:tc>
          <w:tcPr>
            <w:tcW w:w="2350" w:type="dxa"/>
          </w:tcPr>
          <w:p w14:paraId="5644C06E" w14:textId="7191953F" w:rsidR="009F7E45" w:rsidRPr="004D32ED" w:rsidRDefault="009F7E45" w:rsidP="009F7E45">
            <w:pPr>
              <w:rPr>
                <w:color w:val="FF0000"/>
              </w:rPr>
            </w:pPr>
            <w:r w:rsidRPr="004D32ED">
              <w:rPr>
                <w:color w:val="FF0000"/>
              </w:rPr>
              <w:t>Labinot</w:t>
            </w:r>
          </w:p>
        </w:tc>
        <w:tc>
          <w:tcPr>
            <w:tcW w:w="2350" w:type="dxa"/>
          </w:tcPr>
          <w:p w14:paraId="2697289C" w14:textId="720DD85D" w:rsidR="009F7E45" w:rsidRPr="004D32ED" w:rsidRDefault="009F7E45" w:rsidP="009F7E45">
            <w:pPr>
              <w:rPr>
                <w:color w:val="FF0000"/>
              </w:rPr>
            </w:pPr>
            <w:proofErr w:type="spellStart"/>
            <w:r w:rsidRPr="004D32ED">
              <w:rPr>
                <w:color w:val="FF0000"/>
              </w:rPr>
              <w:t>Ismajli</w:t>
            </w:r>
            <w:proofErr w:type="spellEnd"/>
          </w:p>
        </w:tc>
        <w:tc>
          <w:tcPr>
            <w:tcW w:w="2351" w:type="dxa"/>
          </w:tcPr>
          <w:p w14:paraId="0FFDB627" w14:textId="70E952CD" w:rsidR="009F7E45" w:rsidRPr="004D32ED" w:rsidRDefault="009F7E45" w:rsidP="009F7E45">
            <w:pPr>
              <w:rPr>
                <w:color w:val="FF0000"/>
              </w:rPr>
            </w:pPr>
            <w:proofErr w:type="spellStart"/>
            <w:r w:rsidRPr="004D32ED">
              <w:rPr>
                <w:color w:val="FF0000"/>
              </w:rPr>
              <w:t>Bautag</w:t>
            </w:r>
            <w:proofErr w:type="spellEnd"/>
            <w:r w:rsidRPr="004D32ED">
              <w:rPr>
                <w:color w:val="FF0000"/>
              </w:rPr>
              <w:t xml:space="preserve"> AG</w:t>
            </w:r>
          </w:p>
        </w:tc>
        <w:tc>
          <w:tcPr>
            <w:tcW w:w="2351" w:type="dxa"/>
          </w:tcPr>
          <w:p w14:paraId="1341A29A" w14:textId="3D2D6C29" w:rsidR="009F7E45" w:rsidRPr="004D32ED" w:rsidRDefault="009F7E45" w:rsidP="009F7E45">
            <w:pPr>
              <w:rPr>
                <w:color w:val="FF0000"/>
              </w:rPr>
            </w:pPr>
            <w:r w:rsidRPr="004D32ED">
              <w:rPr>
                <w:color w:val="FF0000"/>
              </w:rPr>
              <w:t>09.03.2017</w:t>
            </w:r>
          </w:p>
        </w:tc>
      </w:tr>
    </w:tbl>
    <w:p w14:paraId="712E30FD" w14:textId="77777777" w:rsidR="009F7E45" w:rsidRPr="00ED24F6" w:rsidRDefault="009F7E45" w:rsidP="009F7E45">
      <w:pPr>
        <w:spacing w:before="120" w:after="120"/>
        <w:rPr>
          <w:b/>
          <w:bCs/>
        </w:rPr>
      </w:pPr>
    </w:p>
    <w:p w14:paraId="479159F8" w14:textId="77777777" w:rsidR="00ED24F6" w:rsidRPr="009C6E4B" w:rsidRDefault="00ED24F6" w:rsidP="00037595">
      <w:pPr>
        <w:rPr>
          <w:b/>
          <w:strike/>
          <w:sz w:val="28"/>
        </w:rPr>
      </w:pPr>
    </w:p>
    <w:sectPr w:rsidR="00ED24F6" w:rsidRPr="009C6E4B" w:rsidSect="00B26B16">
      <w:headerReference w:type="default" r:id="rId13"/>
      <w:footerReference w:type="default" r:id="rId14"/>
      <w:headerReference w:type="first" r:id="rId15"/>
      <w:type w:val="continuous"/>
      <w:pgSz w:w="11906" w:h="16838" w:code="9"/>
      <w:pgMar w:top="1701" w:right="1247" w:bottom="567" w:left="1247" w:header="680"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EAC0C" w14:textId="77777777" w:rsidR="00F93DCD" w:rsidRDefault="00F93DCD">
      <w:r>
        <w:separator/>
      </w:r>
    </w:p>
  </w:endnote>
  <w:endnote w:type="continuationSeparator" w:id="0">
    <w:p w14:paraId="3F7F220C" w14:textId="77777777" w:rsidR="00F93DCD" w:rsidRDefault="00F93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utiger LT Com 55 Roman">
    <w:altName w:val="Calibri"/>
    <w:charset w:val="00"/>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C6BFD" w14:textId="77777777" w:rsidR="001002DE" w:rsidRDefault="001002DE">
    <w:pPr>
      <w:pStyle w:val="Fuzeile"/>
      <w:pBdr>
        <w:top w:val="single" w:sz="4" w:space="1" w:color="auto"/>
      </w:pBdr>
      <w:tabs>
        <w:tab w:val="clear" w:pos="4536"/>
        <w:tab w:val="clear" w:pos="9072"/>
        <w:tab w:val="right" w:pos="9356"/>
      </w:tabs>
      <w:rPr>
        <w:snapToGrid w:val="0"/>
        <w:sz w:val="8"/>
      </w:rPr>
    </w:pPr>
  </w:p>
  <w:p w14:paraId="5EA7AF69" w14:textId="31BF1A3F" w:rsidR="001002DE" w:rsidRDefault="006B7570">
    <w:pPr>
      <w:pStyle w:val="Fuzeile"/>
      <w:pBdr>
        <w:top w:val="single" w:sz="4" w:space="1" w:color="auto"/>
      </w:pBdr>
      <w:tabs>
        <w:tab w:val="clear" w:pos="4536"/>
        <w:tab w:val="clear" w:pos="9072"/>
        <w:tab w:val="right" w:pos="9356"/>
      </w:tabs>
      <w:rPr>
        <w:sz w:val="16"/>
      </w:rPr>
    </w:pPr>
    <w:r>
      <w:rPr>
        <w:snapToGrid w:val="0"/>
        <w:sz w:val="16"/>
      </w:rPr>
      <w:fldChar w:fldCharType="begin"/>
    </w:r>
    <w:r>
      <w:rPr>
        <w:snapToGrid w:val="0"/>
        <w:sz w:val="16"/>
      </w:rPr>
      <w:instrText xml:space="preserve"> REF V_Dat \h  \* MERGEFORMAT </w:instrText>
    </w:r>
    <w:r>
      <w:rPr>
        <w:snapToGrid w:val="0"/>
        <w:sz w:val="16"/>
      </w:rPr>
    </w:r>
    <w:r>
      <w:rPr>
        <w:snapToGrid w:val="0"/>
        <w:sz w:val="16"/>
      </w:rPr>
      <w:fldChar w:fldCharType="separate"/>
    </w:r>
    <w:r w:rsidR="0093184D" w:rsidRPr="0093184D">
      <w:rPr>
        <w:snapToGrid w:val="0"/>
        <w:sz w:val="16"/>
      </w:rPr>
      <w:t>Version 2.0 vom 31.03.2025</w:t>
    </w:r>
    <w:r>
      <w:rPr>
        <w:snapToGrid w:val="0"/>
        <w:sz w:val="16"/>
      </w:rPr>
      <w:fldChar w:fldCharType="end"/>
    </w:r>
    <w:r w:rsidR="001002DE">
      <w:rPr>
        <w:snapToGrid w:val="0"/>
        <w:sz w:val="16"/>
      </w:rPr>
      <w:tab/>
      <w:t xml:space="preserve">Seite </w:t>
    </w:r>
    <w:r w:rsidR="001002DE">
      <w:rPr>
        <w:rStyle w:val="Seitenzahl"/>
        <w:sz w:val="16"/>
      </w:rPr>
      <w:fldChar w:fldCharType="begin"/>
    </w:r>
    <w:r w:rsidR="001002DE">
      <w:rPr>
        <w:rStyle w:val="Seitenzahl"/>
        <w:sz w:val="16"/>
      </w:rPr>
      <w:instrText xml:space="preserve"> PAGE </w:instrText>
    </w:r>
    <w:r w:rsidR="001002DE">
      <w:rPr>
        <w:rStyle w:val="Seitenzahl"/>
        <w:sz w:val="16"/>
      </w:rPr>
      <w:fldChar w:fldCharType="separate"/>
    </w:r>
    <w:r w:rsidR="001002DE">
      <w:rPr>
        <w:rStyle w:val="Seitenzahl"/>
        <w:noProof/>
        <w:sz w:val="16"/>
      </w:rPr>
      <w:t>14</w:t>
    </w:r>
    <w:r w:rsidR="001002DE">
      <w:rPr>
        <w:rStyle w:val="Seitenzahl"/>
        <w:sz w:val="16"/>
      </w:rPr>
      <w:fldChar w:fldCharType="end"/>
    </w:r>
    <w:r w:rsidR="001002DE">
      <w:rPr>
        <w:rStyle w:val="Seitenzahl"/>
        <w:sz w:val="16"/>
      </w:rPr>
      <w:t xml:space="preserve"> / </w:t>
    </w:r>
    <w:r w:rsidR="001002DE">
      <w:rPr>
        <w:rStyle w:val="Seitenzahl"/>
        <w:sz w:val="16"/>
      </w:rPr>
      <w:fldChar w:fldCharType="begin"/>
    </w:r>
    <w:r w:rsidR="001002DE">
      <w:rPr>
        <w:rStyle w:val="Seitenzahl"/>
        <w:sz w:val="16"/>
      </w:rPr>
      <w:instrText xml:space="preserve"> NUMPAGES </w:instrText>
    </w:r>
    <w:r w:rsidR="001002DE">
      <w:rPr>
        <w:rStyle w:val="Seitenzahl"/>
        <w:sz w:val="16"/>
      </w:rPr>
      <w:fldChar w:fldCharType="separate"/>
    </w:r>
    <w:r w:rsidR="001002DE">
      <w:rPr>
        <w:rStyle w:val="Seitenzahl"/>
        <w:noProof/>
        <w:sz w:val="16"/>
      </w:rPr>
      <w:t>14</w:t>
    </w:r>
    <w:r w:rsidR="001002DE">
      <w:rPr>
        <w:rStyle w:val="Seitenzah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7D4FD" w14:textId="77777777" w:rsidR="00F93DCD" w:rsidRDefault="00F93DCD">
      <w:r>
        <w:separator/>
      </w:r>
    </w:p>
  </w:footnote>
  <w:footnote w:type="continuationSeparator" w:id="0">
    <w:p w14:paraId="0FC9B0A7" w14:textId="77777777" w:rsidR="00F93DCD" w:rsidRDefault="00F93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504C" w14:textId="77777777" w:rsidR="001002DE" w:rsidRDefault="001002DE">
    <w:pPr>
      <w:pStyle w:val="Kopfzeile"/>
      <w:jc w:val="right"/>
      <w:rPr>
        <w:sz w:val="20"/>
      </w:rPr>
    </w:pPr>
    <w:r>
      <w:rPr>
        <w:sz w:val="20"/>
      </w:rPr>
      <w:t>Ausschreibung Bauarbeiten</w:t>
    </w:r>
  </w:p>
  <w:p w14:paraId="2136FF0F" w14:textId="77777777" w:rsidR="00503436" w:rsidRDefault="00503436" w:rsidP="00503436">
    <w:pPr>
      <w:pStyle w:val="Kopfzeile"/>
      <w:jc w:val="right"/>
      <w:rPr>
        <w:sz w:val="20"/>
      </w:rPr>
    </w:pPr>
    <w:bookmarkStart w:id="1" w:name="_Hlk161308407"/>
    <w:r>
      <w:rPr>
        <w:sz w:val="20"/>
      </w:rPr>
      <w:t xml:space="preserve">Projekt: </w:t>
    </w:r>
    <w:r>
      <w:rPr>
        <w:sz w:val="20"/>
      </w:rPr>
      <w:fldChar w:fldCharType="begin"/>
    </w:r>
    <w:r>
      <w:rPr>
        <w:sz w:val="20"/>
      </w:rPr>
      <w:instrText xml:space="preserve">  </w:instrText>
    </w:r>
    <w:r>
      <w:rPr>
        <w:sz w:val="20"/>
      </w:rPr>
      <w:fldChar w:fldCharType="end"/>
    </w:r>
    <w:r>
      <w:rPr>
        <w:i/>
        <w:vanish/>
        <w:color w:val="FF0000"/>
        <w:sz w:val="20"/>
      </w:rPr>
      <w:t xml:space="preserve"> </w:t>
    </w:r>
    <w:r>
      <w:rPr>
        <w:i/>
        <w:color w:val="FF0000"/>
        <w:sz w:val="20"/>
      </w:rPr>
      <w:t>Projektbezeichnung</w:t>
    </w:r>
  </w:p>
  <w:bookmarkEnd w:id="1"/>
  <w:p w14:paraId="2D0C6700" w14:textId="39635F7E" w:rsidR="001002DE" w:rsidRDefault="001002DE">
    <w:pPr>
      <w:pStyle w:val="Kopfzeile"/>
      <w:jc w:val="right"/>
      <w:rPr>
        <w:sz w:val="20"/>
      </w:rPr>
    </w:pPr>
    <w:r>
      <w:rPr>
        <w:sz w:val="20"/>
      </w:rPr>
      <w:t xml:space="preserve">Dokument </w:t>
    </w:r>
    <w:r w:rsidR="008B13D1">
      <w:rPr>
        <w:sz w:val="20"/>
      </w:rPr>
      <w:t>C</w:t>
    </w:r>
    <w:r w:rsidR="000323D2">
      <w:rPr>
        <w:sz w:val="20"/>
      </w:rPr>
      <w:t>8</w:t>
    </w:r>
  </w:p>
  <w:p w14:paraId="4FD83A59" w14:textId="77777777" w:rsidR="001002DE" w:rsidRDefault="001002DE">
    <w:pPr>
      <w:pStyle w:val="Kopfzeile"/>
      <w:pBdr>
        <w:bottom w:val="single" w:sz="4" w:space="1" w:color="auto"/>
      </w:pBdr>
      <w:rPr>
        <w:sz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9464" w:type="dxa"/>
      <w:tblLook w:val="04A0" w:firstRow="1" w:lastRow="0" w:firstColumn="1" w:lastColumn="0" w:noHBand="0" w:noVBand="1"/>
    </w:tblPr>
    <w:tblGrid>
      <w:gridCol w:w="5103"/>
      <w:gridCol w:w="2410"/>
      <w:gridCol w:w="1951"/>
    </w:tblGrid>
    <w:tr w:rsidR="00A177EC" w14:paraId="00889C75" w14:textId="77777777" w:rsidTr="00CE1DFD">
      <w:trPr>
        <w:trHeight w:val="714"/>
      </w:trPr>
      <w:tc>
        <w:tcPr>
          <w:tcW w:w="5103" w:type="dxa"/>
          <w:vAlign w:val="bottom"/>
        </w:tcPr>
        <w:p w14:paraId="798487A9" w14:textId="77777777" w:rsidR="00A177EC" w:rsidRDefault="00A177EC" w:rsidP="00A177EC">
          <w:pPr>
            <w:pStyle w:val="Untertitel"/>
            <w:spacing w:after="0"/>
          </w:pPr>
          <w:bookmarkStart w:id="2" w:name="_Hlk148879071"/>
          <w:r>
            <w:rPr>
              <w:noProof/>
            </w:rPr>
            <w:drawing>
              <wp:anchor distT="0" distB="0" distL="114300" distR="114300" simplePos="0" relativeHeight="251660288" behindDoc="0" locked="0" layoutInCell="1" allowOverlap="1" wp14:anchorId="13E6EC7A" wp14:editId="1D0AD219">
                <wp:simplePos x="0" y="0"/>
                <wp:positionH relativeFrom="column">
                  <wp:posOffset>2409190</wp:posOffset>
                </wp:positionH>
                <wp:positionV relativeFrom="paragraph">
                  <wp:posOffset>127000</wp:posOffset>
                </wp:positionV>
                <wp:extent cx="1282700" cy="641350"/>
                <wp:effectExtent l="0" t="0" r="0" b="6350"/>
                <wp:wrapNone/>
                <wp:docPr id="116398314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biLevel thresh="75000"/>
                          <a:extLst>
                            <a:ext uri="{28A0092B-C50C-407E-A947-70E740481C1C}">
                              <a14:useLocalDpi xmlns:a14="http://schemas.microsoft.com/office/drawing/2010/main" val="0"/>
                            </a:ext>
                            <a:ext uri="{96DAC541-7B7A-43D3-8B79-37D633B846F1}">
                              <asvg:svgBlip xmlns:asvg="http://schemas.microsoft.com/office/drawing/2016/SVG/main" r:embed="rId2"/>
                            </a:ext>
                          </a:extLst>
                        </a:blip>
                        <a:srcRect/>
                        <a:stretch>
                          <a:fillRect/>
                        </a:stretch>
                      </pic:blipFill>
                      <pic:spPr bwMode="auto">
                        <a:xfrm>
                          <a:off x="0" y="0"/>
                          <a:ext cx="1282700" cy="64135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inline distT="0" distB="0" distL="0" distR="0" wp14:anchorId="432ADCE4" wp14:editId="5E68E3D1">
                <wp:extent cx="1371600" cy="905407"/>
                <wp:effectExtent l="0" t="0" r="0" b="0"/>
                <wp:docPr id="1096462828" name="Grafik 1096462828" descr="C:\StadtBE\Logos\TVS-ohne-Abst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tadtBE\Logos\TVS-ohne-Abstand.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1600" cy="905407"/>
                        </a:xfrm>
                        <a:prstGeom prst="rect">
                          <a:avLst/>
                        </a:prstGeom>
                        <a:noFill/>
                        <a:ln>
                          <a:noFill/>
                        </a:ln>
                      </pic:spPr>
                    </pic:pic>
                  </a:graphicData>
                </a:graphic>
              </wp:inline>
            </w:drawing>
          </w:r>
        </w:p>
      </w:tc>
      <w:tc>
        <w:tcPr>
          <w:tcW w:w="2410" w:type="dxa"/>
        </w:tcPr>
        <w:p w14:paraId="6C5554EE" w14:textId="77777777" w:rsidR="00A177EC" w:rsidRDefault="00A177EC" w:rsidP="00A177EC">
          <w:pPr>
            <w:pStyle w:val="Kopfzeile"/>
          </w:pPr>
        </w:p>
      </w:tc>
      <w:tc>
        <w:tcPr>
          <w:tcW w:w="1951" w:type="dxa"/>
        </w:tcPr>
        <w:p w14:paraId="20A81617" w14:textId="77777777" w:rsidR="00A177EC" w:rsidRDefault="00A177EC" w:rsidP="00A177EC">
          <w:pPr>
            <w:pStyle w:val="Kopfzeile"/>
          </w:pPr>
          <w:bookmarkStart w:id="3" w:name="_Hlk148879324"/>
        </w:p>
        <w:p w14:paraId="6B642BEC" w14:textId="77777777" w:rsidR="00A177EC" w:rsidRDefault="00A177EC" w:rsidP="00A177EC">
          <w:pPr>
            <w:pStyle w:val="Kopfzeile"/>
          </w:pPr>
          <w:r w:rsidRPr="005074C8">
            <w:rPr>
              <w:noProof/>
              <w:lang w:eastAsia="de-CH"/>
            </w:rPr>
            <w:drawing>
              <wp:anchor distT="0" distB="0" distL="114300" distR="114300" simplePos="0" relativeHeight="251659264" behindDoc="1" locked="0" layoutInCell="1" allowOverlap="1" wp14:anchorId="78F8A7EF" wp14:editId="764F61F3">
                <wp:simplePos x="0" y="0"/>
                <wp:positionH relativeFrom="column">
                  <wp:posOffset>123003</wp:posOffset>
                </wp:positionH>
                <wp:positionV relativeFrom="paragraph">
                  <wp:posOffset>134444</wp:posOffset>
                </wp:positionV>
                <wp:extent cx="1141466" cy="215371"/>
                <wp:effectExtent l="0" t="0" r="1905" b="0"/>
                <wp:wrapNone/>
                <wp:docPr id="307412707" name="Grafik 30741270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Screenshot, Grafiken enthält.&#10;&#10;Automatisch generierte Beschreibung"/>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50000"/>
                                  </a14:imgEffect>
                                </a14:imgLayer>
                              </a14:imgProps>
                            </a:ext>
                            <a:ext uri="{28A0092B-C50C-407E-A947-70E740481C1C}">
                              <a14:useLocalDpi xmlns:a14="http://schemas.microsoft.com/office/drawing/2010/main" val="0"/>
                            </a:ext>
                          </a:extLst>
                        </a:blip>
                        <a:stretch>
                          <a:fillRect/>
                        </a:stretch>
                      </pic:blipFill>
                      <pic:spPr bwMode="auto">
                        <a:xfrm>
                          <a:off x="0" y="0"/>
                          <a:ext cx="1155497" cy="21801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bookmarkEnd w:id="3"/>
        <w:p w14:paraId="7CF5E615" w14:textId="77777777" w:rsidR="00A177EC" w:rsidRDefault="00A177EC" w:rsidP="00A177EC">
          <w:pPr>
            <w:pStyle w:val="Kopfzeile"/>
            <w:ind w:firstLine="709"/>
          </w:pPr>
        </w:p>
      </w:tc>
    </w:tr>
    <w:bookmarkEnd w:id="2"/>
  </w:tbl>
  <w:p w14:paraId="783A5B9D" w14:textId="77777777" w:rsidR="001002DE" w:rsidRPr="00A177EC" w:rsidRDefault="001002DE" w:rsidP="00A177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588D61E"/>
    <w:lvl w:ilvl="0">
      <w:start w:val="1"/>
      <w:numFmt w:val="bullet"/>
      <w:pStyle w:val="berschrift9"/>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54E41A30"/>
    <w:lvl w:ilvl="0">
      <w:start w:val="1"/>
      <w:numFmt w:val="decimal"/>
      <w:lvlText w:val="%1"/>
      <w:lvlJc w:val="left"/>
      <w:pPr>
        <w:ind w:left="709" w:hanging="709"/>
      </w:pPr>
      <w:rPr>
        <w:rFonts w:hint="default"/>
      </w:rPr>
    </w:lvl>
    <w:lvl w:ilvl="1">
      <w:start w:val="1"/>
      <w:numFmt w:val="upperLetter"/>
      <w:lvlText w:val="%1 %2"/>
      <w:lvlJc w:val="left"/>
      <w:pPr>
        <w:ind w:left="709" w:hanging="70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37AE3F4C"/>
    <w:multiLevelType w:val="hybridMultilevel"/>
    <w:tmpl w:val="239CA2B4"/>
    <w:lvl w:ilvl="0" w:tplc="C988FCE4">
      <w:start w:val="1"/>
      <w:numFmt w:val="bullet"/>
      <w:lvlText w:val=""/>
      <w:lvlJc w:val="left"/>
      <w:pPr>
        <w:ind w:left="1349" w:hanging="360"/>
      </w:pPr>
      <w:rPr>
        <w:rFonts w:ascii="Wingdings" w:hAnsi="Wingdings" w:hint="default"/>
      </w:rPr>
    </w:lvl>
    <w:lvl w:ilvl="1" w:tplc="08070003" w:tentative="1">
      <w:start w:val="1"/>
      <w:numFmt w:val="bullet"/>
      <w:lvlText w:val="o"/>
      <w:lvlJc w:val="left"/>
      <w:pPr>
        <w:ind w:left="2069" w:hanging="360"/>
      </w:pPr>
      <w:rPr>
        <w:rFonts w:ascii="Courier New" w:hAnsi="Courier New" w:cs="Courier New" w:hint="default"/>
      </w:rPr>
    </w:lvl>
    <w:lvl w:ilvl="2" w:tplc="08070005" w:tentative="1">
      <w:start w:val="1"/>
      <w:numFmt w:val="bullet"/>
      <w:lvlText w:val=""/>
      <w:lvlJc w:val="left"/>
      <w:pPr>
        <w:ind w:left="2789" w:hanging="360"/>
      </w:pPr>
      <w:rPr>
        <w:rFonts w:ascii="Wingdings" w:hAnsi="Wingdings" w:hint="default"/>
      </w:rPr>
    </w:lvl>
    <w:lvl w:ilvl="3" w:tplc="08070001" w:tentative="1">
      <w:start w:val="1"/>
      <w:numFmt w:val="bullet"/>
      <w:lvlText w:val=""/>
      <w:lvlJc w:val="left"/>
      <w:pPr>
        <w:ind w:left="3509" w:hanging="360"/>
      </w:pPr>
      <w:rPr>
        <w:rFonts w:ascii="Symbol" w:hAnsi="Symbol" w:hint="default"/>
      </w:rPr>
    </w:lvl>
    <w:lvl w:ilvl="4" w:tplc="08070003" w:tentative="1">
      <w:start w:val="1"/>
      <w:numFmt w:val="bullet"/>
      <w:lvlText w:val="o"/>
      <w:lvlJc w:val="left"/>
      <w:pPr>
        <w:ind w:left="4229" w:hanging="360"/>
      </w:pPr>
      <w:rPr>
        <w:rFonts w:ascii="Courier New" w:hAnsi="Courier New" w:cs="Courier New" w:hint="default"/>
      </w:rPr>
    </w:lvl>
    <w:lvl w:ilvl="5" w:tplc="08070005" w:tentative="1">
      <w:start w:val="1"/>
      <w:numFmt w:val="bullet"/>
      <w:lvlText w:val=""/>
      <w:lvlJc w:val="left"/>
      <w:pPr>
        <w:ind w:left="4949" w:hanging="360"/>
      </w:pPr>
      <w:rPr>
        <w:rFonts w:ascii="Wingdings" w:hAnsi="Wingdings" w:hint="default"/>
      </w:rPr>
    </w:lvl>
    <w:lvl w:ilvl="6" w:tplc="08070001" w:tentative="1">
      <w:start w:val="1"/>
      <w:numFmt w:val="bullet"/>
      <w:lvlText w:val=""/>
      <w:lvlJc w:val="left"/>
      <w:pPr>
        <w:ind w:left="5669" w:hanging="360"/>
      </w:pPr>
      <w:rPr>
        <w:rFonts w:ascii="Symbol" w:hAnsi="Symbol" w:hint="default"/>
      </w:rPr>
    </w:lvl>
    <w:lvl w:ilvl="7" w:tplc="08070003" w:tentative="1">
      <w:start w:val="1"/>
      <w:numFmt w:val="bullet"/>
      <w:lvlText w:val="o"/>
      <w:lvlJc w:val="left"/>
      <w:pPr>
        <w:ind w:left="6389" w:hanging="360"/>
      </w:pPr>
      <w:rPr>
        <w:rFonts w:ascii="Courier New" w:hAnsi="Courier New" w:cs="Courier New" w:hint="default"/>
      </w:rPr>
    </w:lvl>
    <w:lvl w:ilvl="8" w:tplc="08070005" w:tentative="1">
      <w:start w:val="1"/>
      <w:numFmt w:val="bullet"/>
      <w:lvlText w:val=""/>
      <w:lvlJc w:val="left"/>
      <w:pPr>
        <w:ind w:left="7109" w:hanging="360"/>
      </w:pPr>
      <w:rPr>
        <w:rFonts w:ascii="Wingdings" w:hAnsi="Wingdings" w:hint="default"/>
      </w:rPr>
    </w:lvl>
  </w:abstractNum>
  <w:abstractNum w:abstractNumId="3" w15:restartNumberingAfterBreak="0">
    <w:nsid w:val="3F7A756A"/>
    <w:multiLevelType w:val="multilevel"/>
    <w:tmpl w:val="57D2909C"/>
    <w:lvl w:ilvl="0">
      <w:start w:val="1"/>
      <w:numFmt w:val="decimal"/>
      <w:pStyle w:val="ListemitZahlen"/>
      <w:lvlText w:val="%1."/>
      <w:lvlJc w:val="left"/>
      <w:pPr>
        <w:tabs>
          <w:tab w:val="num" w:pos="425"/>
        </w:tabs>
        <w:ind w:left="425" w:hanging="425"/>
      </w:pPr>
      <w:rPr>
        <w:rFonts w:hint="default"/>
      </w:rPr>
    </w:lvl>
    <w:lvl w:ilvl="1">
      <w:start w:val="1"/>
      <w:numFmt w:val="decimal"/>
      <w:lvlText w:val="%2."/>
      <w:lvlJc w:val="left"/>
      <w:pPr>
        <w:tabs>
          <w:tab w:val="num" w:pos="851"/>
        </w:tabs>
        <w:ind w:left="851" w:hanging="426"/>
      </w:pPr>
      <w:rPr>
        <w:rFonts w:hint="default"/>
      </w:rPr>
    </w:lvl>
    <w:lvl w:ilvl="2">
      <w:start w:val="1"/>
      <w:numFmt w:val="decimal"/>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decimal"/>
      <w:lvlText w:val="%5."/>
      <w:lvlJc w:val="left"/>
      <w:pPr>
        <w:tabs>
          <w:tab w:val="num" w:pos="2126"/>
        </w:tabs>
        <w:ind w:left="2126" w:hanging="425"/>
      </w:pPr>
      <w:rPr>
        <w:rFonts w:hint="default"/>
      </w:rPr>
    </w:lvl>
    <w:lvl w:ilvl="5">
      <w:start w:val="1"/>
      <w:numFmt w:val="decimal"/>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decimal"/>
      <w:lvlText w:val="%8."/>
      <w:lvlJc w:val="left"/>
      <w:pPr>
        <w:tabs>
          <w:tab w:val="num" w:pos="3402"/>
        </w:tabs>
        <w:ind w:left="3402" w:hanging="425"/>
      </w:pPr>
      <w:rPr>
        <w:rFonts w:hint="default"/>
      </w:rPr>
    </w:lvl>
    <w:lvl w:ilvl="8">
      <w:start w:val="1"/>
      <w:numFmt w:val="decimal"/>
      <w:lvlText w:val="%9."/>
      <w:lvlJc w:val="left"/>
      <w:pPr>
        <w:tabs>
          <w:tab w:val="num" w:pos="3827"/>
        </w:tabs>
        <w:ind w:left="3827" w:hanging="425"/>
      </w:pPr>
      <w:rPr>
        <w:rFonts w:hint="default"/>
      </w:rPr>
    </w:lvl>
  </w:abstractNum>
  <w:abstractNum w:abstractNumId="4" w15:restartNumberingAfterBreak="0">
    <w:nsid w:val="41063273"/>
    <w:multiLevelType w:val="hybridMultilevel"/>
    <w:tmpl w:val="5AA830AC"/>
    <w:lvl w:ilvl="0" w:tplc="0BE83F9C">
      <w:start w:val="1"/>
      <w:numFmt w:val="bullet"/>
      <w:lvlText w:val="–"/>
      <w:lvlJc w:val="left"/>
      <w:pPr>
        <w:ind w:left="1429" w:hanging="360"/>
      </w:pPr>
      <w:rPr>
        <w:rFonts w:ascii="Frutiger LT Com 55 Roman" w:hAnsi="Frutiger LT Com 55 Roman"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48477CCA"/>
    <w:multiLevelType w:val="singleLevel"/>
    <w:tmpl w:val="9036E470"/>
    <w:lvl w:ilvl="0">
      <w:start w:val="1"/>
      <w:numFmt w:val="bullet"/>
      <w:pStyle w:val="Bulleted"/>
      <w:lvlText w:val="Z"/>
      <w:lvlJc w:val="left"/>
      <w:pPr>
        <w:tabs>
          <w:tab w:val="num" w:pos="1276"/>
        </w:tabs>
        <w:ind w:left="1276" w:hanging="567"/>
      </w:pPr>
      <w:rPr>
        <w:rFonts w:ascii="Arial" w:hAnsi="Arial" w:hint="default"/>
        <w:sz w:val="22"/>
      </w:rPr>
    </w:lvl>
  </w:abstractNum>
  <w:abstractNum w:abstractNumId="6" w15:restartNumberingAfterBreak="0">
    <w:nsid w:val="50692363"/>
    <w:multiLevelType w:val="hybridMultilevel"/>
    <w:tmpl w:val="885C9C9C"/>
    <w:lvl w:ilvl="0" w:tplc="08070001">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5975217B"/>
    <w:multiLevelType w:val="hybridMultilevel"/>
    <w:tmpl w:val="4E125DD6"/>
    <w:lvl w:ilvl="0" w:tplc="F5D801B8">
      <w:start w:val="1"/>
      <w:numFmt w:val="bullet"/>
      <w:lvlText w:val="-"/>
      <w:lvlJc w:val="left"/>
      <w:pPr>
        <w:ind w:left="720" w:hanging="360"/>
      </w:pPr>
      <w:rPr>
        <w:rFonts w:ascii="Arial" w:hAnsi="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6603465F"/>
    <w:multiLevelType w:val="multilevel"/>
    <w:tmpl w:val="37E00B16"/>
    <w:lvl w:ilvl="0">
      <w:start w:val="1"/>
      <w:numFmt w:val="bullet"/>
      <w:pStyle w:val="CISPunktEinzug"/>
      <w:lvlText w:val="•"/>
      <w:lvlJc w:val="left"/>
      <w:pPr>
        <w:tabs>
          <w:tab w:val="num" w:pos="737"/>
        </w:tabs>
        <w:ind w:left="737" w:hanging="368"/>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9" w15:restartNumberingAfterBreak="0">
    <w:nsid w:val="6B1D1447"/>
    <w:multiLevelType w:val="hybridMultilevel"/>
    <w:tmpl w:val="5B648452"/>
    <w:lvl w:ilvl="0" w:tplc="604A7696">
      <w:start w:val="1"/>
      <w:numFmt w:val="bullet"/>
      <w:lvlText w:val="-"/>
      <w:lvlJc w:val="left"/>
      <w:pPr>
        <w:ind w:left="1571" w:hanging="360"/>
      </w:pPr>
      <w:rPr>
        <w:rFonts w:ascii="Courier New" w:hAnsi="Courier New" w:cs="Times New Roman" w:hint="default"/>
      </w:rPr>
    </w:lvl>
    <w:lvl w:ilvl="1" w:tplc="08070003">
      <w:start w:val="1"/>
      <w:numFmt w:val="bullet"/>
      <w:lvlText w:val="o"/>
      <w:lvlJc w:val="left"/>
      <w:pPr>
        <w:ind w:left="2291" w:hanging="360"/>
      </w:pPr>
      <w:rPr>
        <w:rFonts w:ascii="Courier New" w:hAnsi="Courier New" w:cs="Courier New" w:hint="default"/>
      </w:rPr>
    </w:lvl>
    <w:lvl w:ilvl="2" w:tplc="08070005">
      <w:start w:val="1"/>
      <w:numFmt w:val="bullet"/>
      <w:lvlText w:val=""/>
      <w:lvlJc w:val="left"/>
      <w:pPr>
        <w:ind w:left="3011" w:hanging="360"/>
      </w:pPr>
      <w:rPr>
        <w:rFonts w:ascii="Wingdings" w:hAnsi="Wingdings" w:hint="default"/>
      </w:rPr>
    </w:lvl>
    <w:lvl w:ilvl="3" w:tplc="08070001">
      <w:start w:val="1"/>
      <w:numFmt w:val="bullet"/>
      <w:lvlText w:val=""/>
      <w:lvlJc w:val="left"/>
      <w:pPr>
        <w:ind w:left="3731" w:hanging="360"/>
      </w:pPr>
      <w:rPr>
        <w:rFonts w:ascii="Symbol" w:hAnsi="Symbol" w:hint="default"/>
      </w:rPr>
    </w:lvl>
    <w:lvl w:ilvl="4" w:tplc="08070003">
      <w:start w:val="1"/>
      <w:numFmt w:val="bullet"/>
      <w:lvlText w:val="o"/>
      <w:lvlJc w:val="left"/>
      <w:pPr>
        <w:ind w:left="4451" w:hanging="360"/>
      </w:pPr>
      <w:rPr>
        <w:rFonts w:ascii="Courier New" w:hAnsi="Courier New" w:cs="Courier New" w:hint="default"/>
      </w:rPr>
    </w:lvl>
    <w:lvl w:ilvl="5" w:tplc="08070005">
      <w:start w:val="1"/>
      <w:numFmt w:val="bullet"/>
      <w:lvlText w:val=""/>
      <w:lvlJc w:val="left"/>
      <w:pPr>
        <w:ind w:left="5171" w:hanging="360"/>
      </w:pPr>
      <w:rPr>
        <w:rFonts w:ascii="Wingdings" w:hAnsi="Wingdings" w:hint="default"/>
      </w:rPr>
    </w:lvl>
    <w:lvl w:ilvl="6" w:tplc="08070001">
      <w:start w:val="1"/>
      <w:numFmt w:val="bullet"/>
      <w:lvlText w:val=""/>
      <w:lvlJc w:val="left"/>
      <w:pPr>
        <w:ind w:left="5891" w:hanging="360"/>
      </w:pPr>
      <w:rPr>
        <w:rFonts w:ascii="Symbol" w:hAnsi="Symbol" w:hint="default"/>
      </w:rPr>
    </w:lvl>
    <w:lvl w:ilvl="7" w:tplc="08070003">
      <w:start w:val="1"/>
      <w:numFmt w:val="bullet"/>
      <w:lvlText w:val="o"/>
      <w:lvlJc w:val="left"/>
      <w:pPr>
        <w:ind w:left="6611" w:hanging="360"/>
      </w:pPr>
      <w:rPr>
        <w:rFonts w:ascii="Courier New" w:hAnsi="Courier New" w:cs="Courier New" w:hint="default"/>
      </w:rPr>
    </w:lvl>
    <w:lvl w:ilvl="8" w:tplc="08070005">
      <w:start w:val="1"/>
      <w:numFmt w:val="bullet"/>
      <w:lvlText w:val=""/>
      <w:lvlJc w:val="left"/>
      <w:pPr>
        <w:ind w:left="7331" w:hanging="360"/>
      </w:pPr>
      <w:rPr>
        <w:rFonts w:ascii="Wingdings" w:hAnsi="Wingdings" w:hint="default"/>
      </w:rPr>
    </w:lvl>
  </w:abstractNum>
  <w:num w:numId="1" w16cid:durableId="926694331">
    <w:abstractNumId w:val="0"/>
  </w:num>
  <w:num w:numId="2" w16cid:durableId="1415010118">
    <w:abstractNumId w:val="1"/>
  </w:num>
  <w:num w:numId="3" w16cid:durableId="315497518">
    <w:abstractNumId w:val="5"/>
  </w:num>
  <w:num w:numId="4" w16cid:durableId="846555311">
    <w:abstractNumId w:val="2"/>
  </w:num>
  <w:num w:numId="5" w16cid:durableId="2135564653">
    <w:abstractNumId w:val="6"/>
  </w:num>
  <w:num w:numId="6" w16cid:durableId="1827894113">
    <w:abstractNumId w:val="3"/>
  </w:num>
  <w:num w:numId="7" w16cid:durableId="1061640481">
    <w:abstractNumId w:val="9"/>
  </w:num>
  <w:num w:numId="8" w16cid:durableId="1413307973">
    <w:abstractNumId w:val="9"/>
  </w:num>
  <w:num w:numId="9" w16cid:durableId="587622248">
    <w:abstractNumId w:val="4"/>
  </w:num>
  <w:num w:numId="10" w16cid:durableId="1625699209">
    <w:abstractNumId w:val="8"/>
  </w:num>
  <w:num w:numId="11" w16cid:durableId="477186543">
    <w:abstractNumId w:val="1"/>
  </w:num>
  <w:num w:numId="12" w16cid:durableId="134488433">
    <w:abstractNumId w:val="1"/>
  </w:num>
  <w:num w:numId="13" w16cid:durableId="1872457443">
    <w:abstractNumId w:val="1"/>
  </w:num>
  <w:num w:numId="14" w16cid:durableId="1908415552">
    <w:abstractNumId w:val="1"/>
  </w:num>
  <w:num w:numId="15" w16cid:durableId="1416398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autoHyphenation/>
  <w:hyphenationZone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77"/>
    <w:rsid w:val="00000556"/>
    <w:rsid w:val="000022E1"/>
    <w:rsid w:val="00004446"/>
    <w:rsid w:val="000112DE"/>
    <w:rsid w:val="00013004"/>
    <w:rsid w:val="00016A71"/>
    <w:rsid w:val="00023E95"/>
    <w:rsid w:val="0002489B"/>
    <w:rsid w:val="000323D2"/>
    <w:rsid w:val="00036692"/>
    <w:rsid w:val="00037595"/>
    <w:rsid w:val="00040A1B"/>
    <w:rsid w:val="00044769"/>
    <w:rsid w:val="000500C5"/>
    <w:rsid w:val="00051916"/>
    <w:rsid w:val="000638AC"/>
    <w:rsid w:val="00067422"/>
    <w:rsid w:val="00067E8B"/>
    <w:rsid w:val="00070AA8"/>
    <w:rsid w:val="00074B70"/>
    <w:rsid w:val="00082E01"/>
    <w:rsid w:val="000850C9"/>
    <w:rsid w:val="00085957"/>
    <w:rsid w:val="00087628"/>
    <w:rsid w:val="00092F2D"/>
    <w:rsid w:val="000943C8"/>
    <w:rsid w:val="0009707A"/>
    <w:rsid w:val="000A0851"/>
    <w:rsid w:val="000A55B4"/>
    <w:rsid w:val="000A6296"/>
    <w:rsid w:val="000A7D8A"/>
    <w:rsid w:val="000B7687"/>
    <w:rsid w:val="000C2549"/>
    <w:rsid w:val="000C2927"/>
    <w:rsid w:val="000C292C"/>
    <w:rsid w:val="000D2B1E"/>
    <w:rsid w:val="000D63E2"/>
    <w:rsid w:val="000D65D0"/>
    <w:rsid w:val="000E5A26"/>
    <w:rsid w:val="000E7101"/>
    <w:rsid w:val="000F446C"/>
    <w:rsid w:val="000F6DBA"/>
    <w:rsid w:val="001002DE"/>
    <w:rsid w:val="00117370"/>
    <w:rsid w:val="00124420"/>
    <w:rsid w:val="00126909"/>
    <w:rsid w:val="00127BEA"/>
    <w:rsid w:val="00135CB3"/>
    <w:rsid w:val="0013645C"/>
    <w:rsid w:val="00141FCA"/>
    <w:rsid w:val="00143816"/>
    <w:rsid w:val="0014546D"/>
    <w:rsid w:val="00150EAF"/>
    <w:rsid w:val="00152CDF"/>
    <w:rsid w:val="001539C6"/>
    <w:rsid w:val="001546E1"/>
    <w:rsid w:val="00160934"/>
    <w:rsid w:val="00164692"/>
    <w:rsid w:val="00170EFD"/>
    <w:rsid w:val="001715F7"/>
    <w:rsid w:val="00176B95"/>
    <w:rsid w:val="00177B1E"/>
    <w:rsid w:val="00183320"/>
    <w:rsid w:val="00184F73"/>
    <w:rsid w:val="0018596C"/>
    <w:rsid w:val="0019479C"/>
    <w:rsid w:val="001A15CE"/>
    <w:rsid w:val="001A18F4"/>
    <w:rsid w:val="001A1E43"/>
    <w:rsid w:val="001A27F3"/>
    <w:rsid w:val="001B5B52"/>
    <w:rsid w:val="001B5D36"/>
    <w:rsid w:val="001C3C29"/>
    <w:rsid w:val="001C794E"/>
    <w:rsid w:val="001D01C9"/>
    <w:rsid w:val="001D14F7"/>
    <w:rsid w:val="001D6702"/>
    <w:rsid w:val="001E1A3A"/>
    <w:rsid w:val="001E6AF2"/>
    <w:rsid w:val="001F1A4F"/>
    <w:rsid w:val="001F1DFD"/>
    <w:rsid w:val="001F5341"/>
    <w:rsid w:val="001F679E"/>
    <w:rsid w:val="001F6EBB"/>
    <w:rsid w:val="00212103"/>
    <w:rsid w:val="00214000"/>
    <w:rsid w:val="00215444"/>
    <w:rsid w:val="002163B9"/>
    <w:rsid w:val="00216CFF"/>
    <w:rsid w:val="00221101"/>
    <w:rsid w:val="002211C4"/>
    <w:rsid w:val="00226AC7"/>
    <w:rsid w:val="0022727D"/>
    <w:rsid w:val="0023423D"/>
    <w:rsid w:val="00235C8B"/>
    <w:rsid w:val="00236D31"/>
    <w:rsid w:val="002445BD"/>
    <w:rsid w:val="0024562B"/>
    <w:rsid w:val="00246E75"/>
    <w:rsid w:val="00251530"/>
    <w:rsid w:val="00252401"/>
    <w:rsid w:val="00256186"/>
    <w:rsid w:val="0027186E"/>
    <w:rsid w:val="00275D45"/>
    <w:rsid w:val="00290666"/>
    <w:rsid w:val="00292640"/>
    <w:rsid w:val="00294C19"/>
    <w:rsid w:val="00295664"/>
    <w:rsid w:val="002A6EBF"/>
    <w:rsid w:val="002B064F"/>
    <w:rsid w:val="002C07BE"/>
    <w:rsid w:val="002C47B0"/>
    <w:rsid w:val="002C6C34"/>
    <w:rsid w:val="002D0580"/>
    <w:rsid w:val="002D34C9"/>
    <w:rsid w:val="002D549A"/>
    <w:rsid w:val="002D55D7"/>
    <w:rsid w:val="002E0BC9"/>
    <w:rsid w:val="003024E6"/>
    <w:rsid w:val="00311F3B"/>
    <w:rsid w:val="0031392E"/>
    <w:rsid w:val="00313D45"/>
    <w:rsid w:val="00314792"/>
    <w:rsid w:val="0031751C"/>
    <w:rsid w:val="0032159A"/>
    <w:rsid w:val="0032478B"/>
    <w:rsid w:val="003255F7"/>
    <w:rsid w:val="0034621D"/>
    <w:rsid w:val="00346D63"/>
    <w:rsid w:val="003660AD"/>
    <w:rsid w:val="003728ED"/>
    <w:rsid w:val="0038639C"/>
    <w:rsid w:val="00390F0D"/>
    <w:rsid w:val="00391AA9"/>
    <w:rsid w:val="00391EFB"/>
    <w:rsid w:val="003A50B4"/>
    <w:rsid w:val="003B1A5B"/>
    <w:rsid w:val="003B2240"/>
    <w:rsid w:val="003B46DC"/>
    <w:rsid w:val="003C6D39"/>
    <w:rsid w:val="003D24A0"/>
    <w:rsid w:val="003D3425"/>
    <w:rsid w:val="003D4A3C"/>
    <w:rsid w:val="003D4C44"/>
    <w:rsid w:val="003D5A57"/>
    <w:rsid w:val="003D6BFE"/>
    <w:rsid w:val="003E02F2"/>
    <w:rsid w:val="003E21E7"/>
    <w:rsid w:val="003E579C"/>
    <w:rsid w:val="003E5AF8"/>
    <w:rsid w:val="003E6691"/>
    <w:rsid w:val="003F3AD5"/>
    <w:rsid w:val="00400FB8"/>
    <w:rsid w:val="0040349E"/>
    <w:rsid w:val="00412B80"/>
    <w:rsid w:val="00420470"/>
    <w:rsid w:val="00423AEF"/>
    <w:rsid w:val="00425899"/>
    <w:rsid w:val="00426A9E"/>
    <w:rsid w:val="00434C40"/>
    <w:rsid w:val="00436C98"/>
    <w:rsid w:val="00444238"/>
    <w:rsid w:val="004459C9"/>
    <w:rsid w:val="004521B1"/>
    <w:rsid w:val="004577EC"/>
    <w:rsid w:val="00460DF6"/>
    <w:rsid w:val="0046759F"/>
    <w:rsid w:val="004730F0"/>
    <w:rsid w:val="0048277A"/>
    <w:rsid w:val="004933FD"/>
    <w:rsid w:val="00495563"/>
    <w:rsid w:val="004A3665"/>
    <w:rsid w:val="004A50A6"/>
    <w:rsid w:val="004B42A0"/>
    <w:rsid w:val="004C26F8"/>
    <w:rsid w:val="004D32ED"/>
    <w:rsid w:val="004D7021"/>
    <w:rsid w:val="004D771C"/>
    <w:rsid w:val="004E2500"/>
    <w:rsid w:val="004E4E7D"/>
    <w:rsid w:val="004E568B"/>
    <w:rsid w:val="004F2161"/>
    <w:rsid w:val="00503436"/>
    <w:rsid w:val="00506351"/>
    <w:rsid w:val="00507150"/>
    <w:rsid w:val="005073F0"/>
    <w:rsid w:val="0051107E"/>
    <w:rsid w:val="00512410"/>
    <w:rsid w:val="00513837"/>
    <w:rsid w:val="00515E0D"/>
    <w:rsid w:val="00516FB0"/>
    <w:rsid w:val="0052156B"/>
    <w:rsid w:val="00521CF0"/>
    <w:rsid w:val="00523A63"/>
    <w:rsid w:val="0053024D"/>
    <w:rsid w:val="00531630"/>
    <w:rsid w:val="005360EC"/>
    <w:rsid w:val="0054356C"/>
    <w:rsid w:val="005519F3"/>
    <w:rsid w:val="00555A00"/>
    <w:rsid w:val="00555DE2"/>
    <w:rsid w:val="00564F6E"/>
    <w:rsid w:val="005653D6"/>
    <w:rsid w:val="0056693A"/>
    <w:rsid w:val="00571139"/>
    <w:rsid w:val="00581732"/>
    <w:rsid w:val="005821B6"/>
    <w:rsid w:val="00582CA3"/>
    <w:rsid w:val="00584E60"/>
    <w:rsid w:val="0058774C"/>
    <w:rsid w:val="00594458"/>
    <w:rsid w:val="005A49AB"/>
    <w:rsid w:val="005A4A8B"/>
    <w:rsid w:val="005A5436"/>
    <w:rsid w:val="005B3A06"/>
    <w:rsid w:val="005C007E"/>
    <w:rsid w:val="005C1E4D"/>
    <w:rsid w:val="005C545D"/>
    <w:rsid w:val="005D00CC"/>
    <w:rsid w:val="005E2CEB"/>
    <w:rsid w:val="005E430C"/>
    <w:rsid w:val="005F31E6"/>
    <w:rsid w:val="00601591"/>
    <w:rsid w:val="00606596"/>
    <w:rsid w:val="00613D5A"/>
    <w:rsid w:val="006178E2"/>
    <w:rsid w:val="00636307"/>
    <w:rsid w:val="00640578"/>
    <w:rsid w:val="006405AC"/>
    <w:rsid w:val="00664B0F"/>
    <w:rsid w:val="00665C6E"/>
    <w:rsid w:val="00666771"/>
    <w:rsid w:val="00676286"/>
    <w:rsid w:val="006768B0"/>
    <w:rsid w:val="00683220"/>
    <w:rsid w:val="00684D5C"/>
    <w:rsid w:val="00686995"/>
    <w:rsid w:val="00692F03"/>
    <w:rsid w:val="006930ED"/>
    <w:rsid w:val="006A252E"/>
    <w:rsid w:val="006A7666"/>
    <w:rsid w:val="006B0319"/>
    <w:rsid w:val="006B08FD"/>
    <w:rsid w:val="006B231E"/>
    <w:rsid w:val="006B54F3"/>
    <w:rsid w:val="006B6CDE"/>
    <w:rsid w:val="006B72D9"/>
    <w:rsid w:val="006B7570"/>
    <w:rsid w:val="006C20AA"/>
    <w:rsid w:val="006D1A0C"/>
    <w:rsid w:val="006D765E"/>
    <w:rsid w:val="006E420C"/>
    <w:rsid w:val="006E5FE7"/>
    <w:rsid w:val="006E74ED"/>
    <w:rsid w:val="006F11A4"/>
    <w:rsid w:val="006F1482"/>
    <w:rsid w:val="00702DCA"/>
    <w:rsid w:val="00706E34"/>
    <w:rsid w:val="007107F8"/>
    <w:rsid w:val="00715482"/>
    <w:rsid w:val="00724857"/>
    <w:rsid w:val="00725B4B"/>
    <w:rsid w:val="007303C1"/>
    <w:rsid w:val="00733EEA"/>
    <w:rsid w:val="00741771"/>
    <w:rsid w:val="007427B5"/>
    <w:rsid w:val="007455BE"/>
    <w:rsid w:val="00747810"/>
    <w:rsid w:val="00750372"/>
    <w:rsid w:val="0075609C"/>
    <w:rsid w:val="00756103"/>
    <w:rsid w:val="00760F85"/>
    <w:rsid w:val="007625CC"/>
    <w:rsid w:val="00762A83"/>
    <w:rsid w:val="007658C4"/>
    <w:rsid w:val="00772C36"/>
    <w:rsid w:val="0077350A"/>
    <w:rsid w:val="0077605D"/>
    <w:rsid w:val="007823B2"/>
    <w:rsid w:val="00791152"/>
    <w:rsid w:val="00794C6B"/>
    <w:rsid w:val="007A0428"/>
    <w:rsid w:val="007A0E15"/>
    <w:rsid w:val="007A441F"/>
    <w:rsid w:val="007B252E"/>
    <w:rsid w:val="007B3333"/>
    <w:rsid w:val="007C6DA2"/>
    <w:rsid w:val="007D3987"/>
    <w:rsid w:val="007D73C5"/>
    <w:rsid w:val="007F0656"/>
    <w:rsid w:val="007F48B5"/>
    <w:rsid w:val="007F6163"/>
    <w:rsid w:val="007F6E4E"/>
    <w:rsid w:val="008051D6"/>
    <w:rsid w:val="00806609"/>
    <w:rsid w:val="00810829"/>
    <w:rsid w:val="00811FFE"/>
    <w:rsid w:val="008127F8"/>
    <w:rsid w:val="008131D3"/>
    <w:rsid w:val="008142AB"/>
    <w:rsid w:val="00815ABF"/>
    <w:rsid w:val="00822215"/>
    <w:rsid w:val="00825456"/>
    <w:rsid w:val="00827281"/>
    <w:rsid w:val="0083017B"/>
    <w:rsid w:val="00835050"/>
    <w:rsid w:val="008400FE"/>
    <w:rsid w:val="008435A8"/>
    <w:rsid w:val="008437E9"/>
    <w:rsid w:val="00845AB3"/>
    <w:rsid w:val="00853EAF"/>
    <w:rsid w:val="00855B43"/>
    <w:rsid w:val="00870DE5"/>
    <w:rsid w:val="00871B32"/>
    <w:rsid w:val="008722EA"/>
    <w:rsid w:val="00875560"/>
    <w:rsid w:val="0087642A"/>
    <w:rsid w:val="00880EB4"/>
    <w:rsid w:val="00883BFC"/>
    <w:rsid w:val="00885F31"/>
    <w:rsid w:val="00890640"/>
    <w:rsid w:val="00891904"/>
    <w:rsid w:val="008945C2"/>
    <w:rsid w:val="008A4CD9"/>
    <w:rsid w:val="008A65C5"/>
    <w:rsid w:val="008B13D1"/>
    <w:rsid w:val="008B4D50"/>
    <w:rsid w:val="008B7D8B"/>
    <w:rsid w:val="008C10FD"/>
    <w:rsid w:val="008C588C"/>
    <w:rsid w:val="008C591D"/>
    <w:rsid w:val="008D75D2"/>
    <w:rsid w:val="008D7660"/>
    <w:rsid w:val="008E506D"/>
    <w:rsid w:val="008E571A"/>
    <w:rsid w:val="008F2941"/>
    <w:rsid w:val="0090048D"/>
    <w:rsid w:val="00905991"/>
    <w:rsid w:val="00923AF6"/>
    <w:rsid w:val="00927676"/>
    <w:rsid w:val="00927FAF"/>
    <w:rsid w:val="0093184D"/>
    <w:rsid w:val="009362DE"/>
    <w:rsid w:val="0093748C"/>
    <w:rsid w:val="00942DA1"/>
    <w:rsid w:val="0094619D"/>
    <w:rsid w:val="00952AA9"/>
    <w:rsid w:val="0095511E"/>
    <w:rsid w:val="00960A65"/>
    <w:rsid w:val="00962AC6"/>
    <w:rsid w:val="00962DC9"/>
    <w:rsid w:val="00963547"/>
    <w:rsid w:val="00964C51"/>
    <w:rsid w:val="00965F3C"/>
    <w:rsid w:val="00970726"/>
    <w:rsid w:val="0097275D"/>
    <w:rsid w:val="0098078F"/>
    <w:rsid w:val="0098172F"/>
    <w:rsid w:val="0098319E"/>
    <w:rsid w:val="00990313"/>
    <w:rsid w:val="00993DED"/>
    <w:rsid w:val="009A3877"/>
    <w:rsid w:val="009A398A"/>
    <w:rsid w:val="009A551C"/>
    <w:rsid w:val="009A5A6B"/>
    <w:rsid w:val="009A694C"/>
    <w:rsid w:val="009B015B"/>
    <w:rsid w:val="009B0796"/>
    <w:rsid w:val="009C2571"/>
    <w:rsid w:val="009C2F3D"/>
    <w:rsid w:val="009C3C0F"/>
    <w:rsid w:val="009C41B4"/>
    <w:rsid w:val="009C67CA"/>
    <w:rsid w:val="009C6E4B"/>
    <w:rsid w:val="009D0540"/>
    <w:rsid w:val="009D2E28"/>
    <w:rsid w:val="009D5BE4"/>
    <w:rsid w:val="009E3FB8"/>
    <w:rsid w:val="009E4B5F"/>
    <w:rsid w:val="009F14A6"/>
    <w:rsid w:val="009F23B7"/>
    <w:rsid w:val="009F6B70"/>
    <w:rsid w:val="009F7E45"/>
    <w:rsid w:val="00A008F5"/>
    <w:rsid w:val="00A017EF"/>
    <w:rsid w:val="00A04F6C"/>
    <w:rsid w:val="00A076D1"/>
    <w:rsid w:val="00A1315D"/>
    <w:rsid w:val="00A177EC"/>
    <w:rsid w:val="00A23721"/>
    <w:rsid w:val="00A2488E"/>
    <w:rsid w:val="00A32170"/>
    <w:rsid w:val="00A3651C"/>
    <w:rsid w:val="00A37271"/>
    <w:rsid w:val="00A43FE7"/>
    <w:rsid w:val="00A4752A"/>
    <w:rsid w:val="00A51176"/>
    <w:rsid w:val="00A52E1E"/>
    <w:rsid w:val="00A62B5E"/>
    <w:rsid w:val="00A64361"/>
    <w:rsid w:val="00A77F2F"/>
    <w:rsid w:val="00A80574"/>
    <w:rsid w:val="00A82753"/>
    <w:rsid w:val="00A86E19"/>
    <w:rsid w:val="00A919B6"/>
    <w:rsid w:val="00A93A88"/>
    <w:rsid w:val="00A97AD2"/>
    <w:rsid w:val="00AA014C"/>
    <w:rsid w:val="00AA4761"/>
    <w:rsid w:val="00AA6BBE"/>
    <w:rsid w:val="00AB16B2"/>
    <w:rsid w:val="00AB4E3A"/>
    <w:rsid w:val="00AB7450"/>
    <w:rsid w:val="00AC0A73"/>
    <w:rsid w:val="00AC1B7D"/>
    <w:rsid w:val="00AC31BF"/>
    <w:rsid w:val="00AC41D2"/>
    <w:rsid w:val="00AC6ED8"/>
    <w:rsid w:val="00AD610A"/>
    <w:rsid w:val="00AE7FEC"/>
    <w:rsid w:val="00AF62D2"/>
    <w:rsid w:val="00AF6BC6"/>
    <w:rsid w:val="00B01CC1"/>
    <w:rsid w:val="00B0683C"/>
    <w:rsid w:val="00B07C66"/>
    <w:rsid w:val="00B109C4"/>
    <w:rsid w:val="00B11265"/>
    <w:rsid w:val="00B17EA5"/>
    <w:rsid w:val="00B26B16"/>
    <w:rsid w:val="00B2793F"/>
    <w:rsid w:val="00B301D5"/>
    <w:rsid w:val="00B346D1"/>
    <w:rsid w:val="00B40B16"/>
    <w:rsid w:val="00B43A0A"/>
    <w:rsid w:val="00B43ACE"/>
    <w:rsid w:val="00B538B3"/>
    <w:rsid w:val="00B65093"/>
    <w:rsid w:val="00B668E9"/>
    <w:rsid w:val="00B66A06"/>
    <w:rsid w:val="00B75504"/>
    <w:rsid w:val="00B77D2D"/>
    <w:rsid w:val="00B84744"/>
    <w:rsid w:val="00B8794E"/>
    <w:rsid w:val="00B909F4"/>
    <w:rsid w:val="00B90F7E"/>
    <w:rsid w:val="00BA031A"/>
    <w:rsid w:val="00BA6786"/>
    <w:rsid w:val="00BB24A4"/>
    <w:rsid w:val="00BB31C2"/>
    <w:rsid w:val="00BB4240"/>
    <w:rsid w:val="00BB7072"/>
    <w:rsid w:val="00BC25E5"/>
    <w:rsid w:val="00BC2F93"/>
    <w:rsid w:val="00BD6840"/>
    <w:rsid w:val="00BE0B9A"/>
    <w:rsid w:val="00BE502B"/>
    <w:rsid w:val="00BF1EC7"/>
    <w:rsid w:val="00C015CB"/>
    <w:rsid w:val="00C07D0D"/>
    <w:rsid w:val="00C10E4B"/>
    <w:rsid w:val="00C27A03"/>
    <w:rsid w:val="00C318FF"/>
    <w:rsid w:val="00C3759C"/>
    <w:rsid w:val="00C41512"/>
    <w:rsid w:val="00C478B5"/>
    <w:rsid w:val="00C57A31"/>
    <w:rsid w:val="00C61332"/>
    <w:rsid w:val="00C61C3D"/>
    <w:rsid w:val="00C65D11"/>
    <w:rsid w:val="00C707C5"/>
    <w:rsid w:val="00C7440A"/>
    <w:rsid w:val="00C80563"/>
    <w:rsid w:val="00C81A8F"/>
    <w:rsid w:val="00C93F67"/>
    <w:rsid w:val="00C9620D"/>
    <w:rsid w:val="00C9774A"/>
    <w:rsid w:val="00CA4085"/>
    <w:rsid w:val="00CB1D60"/>
    <w:rsid w:val="00CB7ADB"/>
    <w:rsid w:val="00CC3C13"/>
    <w:rsid w:val="00CC5FB6"/>
    <w:rsid w:val="00CC717B"/>
    <w:rsid w:val="00CC7FA7"/>
    <w:rsid w:val="00CD0A64"/>
    <w:rsid w:val="00CD2DDE"/>
    <w:rsid w:val="00CD6A84"/>
    <w:rsid w:val="00CD76B2"/>
    <w:rsid w:val="00CE69AA"/>
    <w:rsid w:val="00CF4554"/>
    <w:rsid w:val="00D024E9"/>
    <w:rsid w:val="00D034B0"/>
    <w:rsid w:val="00D0408C"/>
    <w:rsid w:val="00D12337"/>
    <w:rsid w:val="00D15598"/>
    <w:rsid w:val="00D225B5"/>
    <w:rsid w:val="00D266DC"/>
    <w:rsid w:val="00D3220B"/>
    <w:rsid w:val="00D32BB5"/>
    <w:rsid w:val="00D34472"/>
    <w:rsid w:val="00D3468C"/>
    <w:rsid w:val="00D50084"/>
    <w:rsid w:val="00D5070F"/>
    <w:rsid w:val="00D64DBD"/>
    <w:rsid w:val="00D6673A"/>
    <w:rsid w:val="00D676F8"/>
    <w:rsid w:val="00D77D70"/>
    <w:rsid w:val="00D87860"/>
    <w:rsid w:val="00D949AF"/>
    <w:rsid w:val="00D9793C"/>
    <w:rsid w:val="00DA66A9"/>
    <w:rsid w:val="00DB0408"/>
    <w:rsid w:val="00DB295C"/>
    <w:rsid w:val="00DB3E3F"/>
    <w:rsid w:val="00DB4310"/>
    <w:rsid w:val="00DB531A"/>
    <w:rsid w:val="00DB7212"/>
    <w:rsid w:val="00DC697E"/>
    <w:rsid w:val="00DD013D"/>
    <w:rsid w:val="00DD16F0"/>
    <w:rsid w:val="00DD37F2"/>
    <w:rsid w:val="00DD5477"/>
    <w:rsid w:val="00DD6092"/>
    <w:rsid w:val="00DD6710"/>
    <w:rsid w:val="00DE2568"/>
    <w:rsid w:val="00DE2D2B"/>
    <w:rsid w:val="00DE715D"/>
    <w:rsid w:val="00DE7BDF"/>
    <w:rsid w:val="00DF09A4"/>
    <w:rsid w:val="00DF1D4B"/>
    <w:rsid w:val="00DF61C6"/>
    <w:rsid w:val="00E02729"/>
    <w:rsid w:val="00E05126"/>
    <w:rsid w:val="00E13D96"/>
    <w:rsid w:val="00E24CC0"/>
    <w:rsid w:val="00E2677E"/>
    <w:rsid w:val="00E270F3"/>
    <w:rsid w:val="00E36F59"/>
    <w:rsid w:val="00E415C8"/>
    <w:rsid w:val="00E41673"/>
    <w:rsid w:val="00E43492"/>
    <w:rsid w:val="00E5396A"/>
    <w:rsid w:val="00E542F0"/>
    <w:rsid w:val="00E75AE4"/>
    <w:rsid w:val="00E918E0"/>
    <w:rsid w:val="00E93BEF"/>
    <w:rsid w:val="00E95F9E"/>
    <w:rsid w:val="00EA39F2"/>
    <w:rsid w:val="00EA3E57"/>
    <w:rsid w:val="00EA44F5"/>
    <w:rsid w:val="00EA772B"/>
    <w:rsid w:val="00EC4E40"/>
    <w:rsid w:val="00ED13B9"/>
    <w:rsid w:val="00ED23FA"/>
    <w:rsid w:val="00ED24F6"/>
    <w:rsid w:val="00ED43E3"/>
    <w:rsid w:val="00EE1DDB"/>
    <w:rsid w:val="00EE4A16"/>
    <w:rsid w:val="00EE50B5"/>
    <w:rsid w:val="00EE67A8"/>
    <w:rsid w:val="00F00468"/>
    <w:rsid w:val="00F0124E"/>
    <w:rsid w:val="00F0392C"/>
    <w:rsid w:val="00F03DA1"/>
    <w:rsid w:val="00F104AC"/>
    <w:rsid w:val="00F12F44"/>
    <w:rsid w:val="00F17025"/>
    <w:rsid w:val="00F25CE2"/>
    <w:rsid w:val="00F32B30"/>
    <w:rsid w:val="00F37471"/>
    <w:rsid w:val="00F470DB"/>
    <w:rsid w:val="00F47635"/>
    <w:rsid w:val="00F47E33"/>
    <w:rsid w:val="00F51938"/>
    <w:rsid w:val="00F53491"/>
    <w:rsid w:val="00F54BB0"/>
    <w:rsid w:val="00F54F9D"/>
    <w:rsid w:val="00F578D4"/>
    <w:rsid w:val="00F644EB"/>
    <w:rsid w:val="00F64D41"/>
    <w:rsid w:val="00F66934"/>
    <w:rsid w:val="00F82484"/>
    <w:rsid w:val="00F85FB1"/>
    <w:rsid w:val="00F92EF1"/>
    <w:rsid w:val="00F93DCD"/>
    <w:rsid w:val="00FA166C"/>
    <w:rsid w:val="00FA7E2C"/>
    <w:rsid w:val="00FC1454"/>
    <w:rsid w:val="00FC1BE8"/>
    <w:rsid w:val="00FF4A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16B1B"/>
  <w15:docId w15:val="{5AB0710B-974A-474C-9689-3C43D915C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lang w:eastAsia="de-DE"/>
    </w:rPr>
  </w:style>
  <w:style w:type="paragraph" w:styleId="berschrift1">
    <w:name w:val="heading 1"/>
    <w:basedOn w:val="Standard"/>
    <w:next w:val="Standard"/>
    <w:autoRedefine/>
    <w:qFormat/>
    <w:rsid w:val="00AB16B2"/>
    <w:pPr>
      <w:keepNext/>
      <w:tabs>
        <w:tab w:val="left" w:pos="709"/>
      </w:tabs>
      <w:spacing w:before="480" w:after="480"/>
      <w:outlineLvl w:val="0"/>
    </w:pPr>
    <w:rPr>
      <w:b/>
      <w:sz w:val="28"/>
    </w:rPr>
  </w:style>
  <w:style w:type="paragraph" w:styleId="berschrift2">
    <w:name w:val="heading 2"/>
    <w:basedOn w:val="Standard"/>
    <w:next w:val="Standard"/>
    <w:autoRedefine/>
    <w:qFormat/>
    <w:rsid w:val="00AE7FEC"/>
    <w:pPr>
      <w:keepNext/>
      <w:tabs>
        <w:tab w:val="left" w:pos="709"/>
      </w:tabs>
      <w:spacing w:before="480" w:after="240"/>
      <w:outlineLvl w:val="1"/>
    </w:pPr>
    <w:rPr>
      <w:b/>
      <w:sz w:val="24"/>
    </w:rPr>
  </w:style>
  <w:style w:type="paragraph" w:styleId="berschrift3">
    <w:name w:val="heading 3"/>
    <w:basedOn w:val="Standard"/>
    <w:next w:val="Standard"/>
    <w:link w:val="berschrift3Zchn"/>
    <w:qFormat/>
    <w:pPr>
      <w:keepNext/>
      <w:tabs>
        <w:tab w:val="left" w:pos="720"/>
      </w:tabs>
      <w:spacing w:before="240" w:after="120"/>
      <w:outlineLvl w:val="2"/>
    </w:pPr>
    <w:rPr>
      <w:b/>
    </w:rPr>
  </w:style>
  <w:style w:type="paragraph" w:styleId="berschrift4">
    <w:name w:val="heading 4"/>
    <w:basedOn w:val="Standard"/>
    <w:next w:val="Standard"/>
    <w:qFormat/>
    <w:pPr>
      <w:keepNext/>
      <w:numPr>
        <w:ilvl w:val="3"/>
        <w:numId w:val="1"/>
      </w:numPr>
      <w:tabs>
        <w:tab w:val="clear" w:pos="360"/>
        <w:tab w:val="left" w:pos="864"/>
      </w:tabs>
      <w:spacing w:before="240" w:after="60"/>
      <w:ind w:left="864" w:hanging="864"/>
      <w:outlineLvl w:val="3"/>
    </w:pPr>
    <w:rPr>
      <w:rFonts w:ascii="Times New Roman" w:hAnsi="Times New Roman"/>
      <w:b/>
      <w:sz w:val="28"/>
    </w:rPr>
  </w:style>
  <w:style w:type="paragraph" w:styleId="berschrift5">
    <w:name w:val="heading 5"/>
    <w:basedOn w:val="Standard"/>
    <w:next w:val="Standard"/>
    <w:qFormat/>
    <w:pPr>
      <w:numPr>
        <w:ilvl w:val="4"/>
        <w:numId w:val="1"/>
      </w:numPr>
      <w:tabs>
        <w:tab w:val="clear" w:pos="360"/>
        <w:tab w:val="left" w:pos="1008"/>
      </w:tabs>
      <w:spacing w:before="240" w:after="60"/>
      <w:ind w:left="1008" w:hanging="1008"/>
      <w:outlineLvl w:val="4"/>
    </w:pPr>
    <w:rPr>
      <w:b/>
      <w:i/>
      <w:sz w:val="26"/>
    </w:rPr>
  </w:style>
  <w:style w:type="paragraph" w:styleId="berschrift6">
    <w:name w:val="heading 6"/>
    <w:basedOn w:val="Standard"/>
    <w:next w:val="Standard"/>
    <w:qFormat/>
    <w:pPr>
      <w:numPr>
        <w:ilvl w:val="5"/>
        <w:numId w:val="1"/>
      </w:numPr>
      <w:tabs>
        <w:tab w:val="clear" w:pos="360"/>
        <w:tab w:val="left" w:pos="1152"/>
      </w:tabs>
      <w:spacing w:before="240" w:after="60"/>
      <w:ind w:left="1152" w:hanging="1152"/>
      <w:outlineLvl w:val="5"/>
    </w:pPr>
    <w:rPr>
      <w:rFonts w:ascii="Times New Roman" w:hAnsi="Times New Roman"/>
      <w:b/>
    </w:rPr>
  </w:style>
  <w:style w:type="paragraph" w:styleId="berschrift7">
    <w:name w:val="heading 7"/>
    <w:basedOn w:val="Standard"/>
    <w:next w:val="Standard"/>
    <w:qFormat/>
    <w:pPr>
      <w:numPr>
        <w:ilvl w:val="6"/>
        <w:numId w:val="1"/>
      </w:numPr>
      <w:tabs>
        <w:tab w:val="clear" w:pos="360"/>
        <w:tab w:val="left" w:pos="1296"/>
      </w:tabs>
      <w:spacing w:before="240" w:after="60"/>
      <w:ind w:left="1296" w:hanging="1296"/>
      <w:outlineLvl w:val="6"/>
    </w:pPr>
    <w:rPr>
      <w:rFonts w:ascii="Times New Roman" w:hAnsi="Times New Roman"/>
      <w:sz w:val="24"/>
    </w:rPr>
  </w:style>
  <w:style w:type="paragraph" w:styleId="berschrift8">
    <w:name w:val="heading 8"/>
    <w:basedOn w:val="Standard"/>
    <w:next w:val="Standard"/>
    <w:qFormat/>
    <w:pPr>
      <w:numPr>
        <w:ilvl w:val="7"/>
        <w:numId w:val="1"/>
      </w:numPr>
      <w:tabs>
        <w:tab w:val="clear" w:pos="360"/>
        <w:tab w:val="left" w:pos="1440"/>
      </w:tabs>
      <w:spacing w:before="240" w:after="60"/>
      <w:ind w:left="1440" w:hanging="1440"/>
      <w:outlineLvl w:val="7"/>
    </w:pPr>
    <w:rPr>
      <w:rFonts w:ascii="Times New Roman" w:hAnsi="Times New Roman"/>
      <w:i/>
      <w:sz w:val="24"/>
    </w:rPr>
  </w:style>
  <w:style w:type="paragraph" w:styleId="berschrift9">
    <w:name w:val="heading 9"/>
    <w:basedOn w:val="Standard"/>
    <w:next w:val="Standard"/>
    <w:qFormat/>
    <w:pPr>
      <w:numPr>
        <w:ilvl w:val="8"/>
        <w:numId w:val="1"/>
      </w:numPr>
      <w:tabs>
        <w:tab w:val="clear" w:pos="360"/>
        <w:tab w:val="left" w:pos="1584"/>
      </w:tabs>
      <w:spacing w:before="240" w:after="60"/>
      <w:ind w:left="1584" w:hanging="1584"/>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275D45"/>
    <w:rPr>
      <w:rFonts w:ascii="Arial" w:hAnsi="Arial"/>
      <w:b/>
      <w:sz w:val="22"/>
      <w:lang w:eastAsia="de-DE"/>
    </w:rPr>
  </w:style>
  <w:style w:type="paragraph" w:styleId="Kopfzeile">
    <w:name w:val="header"/>
    <w:basedOn w:val="Standard"/>
    <w:link w:val="KopfzeileZchn"/>
    <w:pPr>
      <w:tabs>
        <w:tab w:val="right" w:pos="9356"/>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customStyle="1" w:styleId="Bulleted">
    <w:name w:val="Bulleted"/>
    <w:basedOn w:val="Standard"/>
    <w:pPr>
      <w:numPr>
        <w:numId w:val="3"/>
      </w:numPr>
    </w:pPr>
  </w:style>
  <w:style w:type="paragraph" w:customStyle="1" w:styleId="Standardtext">
    <w:name w:val="Standardtext"/>
    <w:basedOn w:val="Standard"/>
    <w:pPr>
      <w:spacing w:after="120" w:line="280" w:lineRule="exact"/>
      <w:ind w:left="709"/>
    </w:pPr>
  </w:style>
  <w:style w:type="paragraph" w:styleId="Aufzhlungszeichen">
    <w:name w:val="List Bullet"/>
    <w:basedOn w:val="Standard"/>
    <w:autoRedefine/>
    <w:semiHidden/>
    <w:rsid w:val="003D24A0"/>
    <w:pPr>
      <w:tabs>
        <w:tab w:val="right" w:pos="7371"/>
        <w:tab w:val="right" w:pos="9072"/>
      </w:tabs>
      <w:spacing w:after="120"/>
      <w:ind w:left="709"/>
    </w:pPr>
  </w:style>
  <w:style w:type="paragraph" w:styleId="Titel">
    <w:name w:val="Title"/>
    <w:basedOn w:val="Standard"/>
    <w:qFormat/>
    <w:pPr>
      <w:spacing w:after="120"/>
      <w:jc w:val="center"/>
    </w:pPr>
    <w:rPr>
      <w:b/>
      <w:kern w:val="28"/>
      <w:sz w:val="28"/>
    </w:rPr>
  </w:style>
  <w:style w:type="paragraph" w:customStyle="1" w:styleId="Titel2">
    <w:name w:val="Titel2"/>
    <w:basedOn w:val="Titel"/>
    <w:pPr>
      <w:jc w:val="left"/>
    </w:pPr>
    <w:rPr>
      <w:sz w:val="40"/>
    </w:rPr>
  </w:style>
  <w:style w:type="character" w:styleId="Hyperlink">
    <w:name w:val="Hyperlink"/>
    <w:basedOn w:val="Absatz-Standardschriftart"/>
    <w:uiPriority w:val="99"/>
    <w:rPr>
      <w:color w:val="0000FF"/>
      <w:u w:val="single"/>
    </w:rPr>
  </w:style>
  <w:style w:type="paragraph" w:styleId="Verzeichnis1">
    <w:name w:val="toc 1"/>
    <w:basedOn w:val="Standard"/>
    <w:next w:val="Standard"/>
    <w:autoRedefine/>
    <w:uiPriority w:val="39"/>
    <w:rsid w:val="00051916"/>
    <w:pPr>
      <w:tabs>
        <w:tab w:val="left" w:pos="480"/>
        <w:tab w:val="right" w:leader="dot" w:pos="9402"/>
      </w:tabs>
      <w:spacing w:before="240" w:after="120"/>
    </w:pPr>
  </w:style>
  <w:style w:type="paragraph" w:styleId="Verzeichnis2">
    <w:name w:val="toc 2"/>
    <w:basedOn w:val="Standard"/>
    <w:next w:val="Standard"/>
    <w:autoRedefine/>
    <w:uiPriority w:val="39"/>
    <w:rsid w:val="00051916"/>
    <w:pPr>
      <w:tabs>
        <w:tab w:val="left" w:pos="960"/>
        <w:tab w:val="right" w:leader="dot" w:pos="9402"/>
      </w:tabs>
      <w:spacing w:before="60" w:after="60"/>
      <w:ind w:left="221"/>
    </w:pPr>
  </w:style>
  <w:style w:type="character" w:styleId="BesuchterLink">
    <w:name w:val="FollowedHyperlink"/>
    <w:basedOn w:val="Absatz-Standardschriftart"/>
    <w:semiHidden/>
    <w:rPr>
      <w:color w:val="800080"/>
      <w:u w:val="single"/>
    </w:rPr>
  </w:style>
  <w:style w:type="paragraph" w:styleId="Sprechblasentext">
    <w:name w:val="Balloon Text"/>
    <w:basedOn w:val="Standard"/>
    <w:link w:val="SprechblasentextZchn"/>
    <w:uiPriority w:val="99"/>
    <w:semiHidden/>
    <w:unhideWhenUsed/>
    <w:rsid w:val="007427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27B5"/>
    <w:rPr>
      <w:rFonts w:ascii="Tahoma" w:hAnsi="Tahoma" w:cs="Tahoma"/>
      <w:sz w:val="16"/>
      <w:szCs w:val="16"/>
      <w:lang w:eastAsia="de-DE"/>
    </w:rPr>
  </w:style>
  <w:style w:type="paragraph" w:styleId="Listenabsatz">
    <w:name w:val="List Paragraph"/>
    <w:basedOn w:val="Standard"/>
    <w:uiPriority w:val="34"/>
    <w:qFormat/>
    <w:rsid w:val="002445BD"/>
    <w:pPr>
      <w:ind w:left="720"/>
      <w:contextualSpacing/>
    </w:pPr>
  </w:style>
  <w:style w:type="paragraph" w:styleId="Verzeichnis3">
    <w:name w:val="toc 3"/>
    <w:basedOn w:val="Standard"/>
    <w:next w:val="Standard"/>
    <w:autoRedefine/>
    <w:uiPriority w:val="39"/>
    <w:unhideWhenUsed/>
    <w:rsid w:val="003B1A5B"/>
    <w:pPr>
      <w:spacing w:after="100"/>
      <w:ind w:left="440"/>
    </w:pPr>
  </w:style>
  <w:style w:type="paragraph" w:customStyle="1" w:styleId="Absatz">
    <w:name w:val="Absatz"/>
    <w:basedOn w:val="berschrift7"/>
    <w:rsid w:val="005C545D"/>
    <w:pPr>
      <w:numPr>
        <w:ilvl w:val="0"/>
        <w:numId w:val="0"/>
      </w:numPr>
      <w:tabs>
        <w:tab w:val="clear" w:pos="1296"/>
        <w:tab w:val="num" w:pos="643"/>
      </w:tabs>
      <w:spacing w:before="0" w:after="0"/>
      <w:ind w:left="643" w:hanging="360"/>
    </w:pPr>
    <w:rPr>
      <w:rFonts w:ascii="Arial" w:hAnsi="Arial" w:cs="Arial"/>
      <w:i/>
      <w:iCs/>
      <w:sz w:val="20"/>
      <w:lang w:eastAsia="de-CH"/>
    </w:rPr>
  </w:style>
  <w:style w:type="paragraph" w:styleId="Verzeichnis4">
    <w:name w:val="toc 4"/>
    <w:basedOn w:val="Standard"/>
    <w:next w:val="Standard"/>
    <w:autoRedefine/>
    <w:uiPriority w:val="39"/>
    <w:unhideWhenUsed/>
    <w:rsid w:val="007F6163"/>
    <w:pPr>
      <w:spacing w:after="100" w:line="276" w:lineRule="auto"/>
      <w:ind w:left="660"/>
    </w:pPr>
    <w:rPr>
      <w:rFonts w:asciiTheme="minorHAnsi" w:eastAsiaTheme="minorEastAsia" w:hAnsiTheme="minorHAnsi" w:cstheme="minorBidi"/>
      <w:szCs w:val="22"/>
      <w:lang w:eastAsia="de-CH"/>
    </w:rPr>
  </w:style>
  <w:style w:type="paragraph" w:styleId="Verzeichnis5">
    <w:name w:val="toc 5"/>
    <w:basedOn w:val="Standard"/>
    <w:next w:val="Standard"/>
    <w:autoRedefine/>
    <w:uiPriority w:val="39"/>
    <w:unhideWhenUsed/>
    <w:rsid w:val="007F6163"/>
    <w:pPr>
      <w:spacing w:after="100" w:line="276" w:lineRule="auto"/>
      <w:ind w:left="880"/>
    </w:pPr>
    <w:rPr>
      <w:rFonts w:asciiTheme="minorHAnsi" w:eastAsiaTheme="minorEastAsia" w:hAnsiTheme="minorHAnsi" w:cstheme="minorBidi"/>
      <w:szCs w:val="22"/>
      <w:lang w:eastAsia="de-CH"/>
    </w:rPr>
  </w:style>
  <w:style w:type="paragraph" w:styleId="Verzeichnis6">
    <w:name w:val="toc 6"/>
    <w:basedOn w:val="Standard"/>
    <w:next w:val="Standard"/>
    <w:autoRedefine/>
    <w:uiPriority w:val="39"/>
    <w:unhideWhenUsed/>
    <w:rsid w:val="007F6163"/>
    <w:pPr>
      <w:spacing w:after="100" w:line="276" w:lineRule="auto"/>
      <w:ind w:left="1100"/>
    </w:pPr>
    <w:rPr>
      <w:rFonts w:asciiTheme="minorHAnsi" w:eastAsiaTheme="minorEastAsia" w:hAnsiTheme="minorHAnsi" w:cstheme="minorBidi"/>
      <w:szCs w:val="22"/>
      <w:lang w:eastAsia="de-CH"/>
    </w:rPr>
  </w:style>
  <w:style w:type="paragraph" w:styleId="Verzeichnis7">
    <w:name w:val="toc 7"/>
    <w:basedOn w:val="Standard"/>
    <w:next w:val="Standard"/>
    <w:autoRedefine/>
    <w:uiPriority w:val="39"/>
    <w:unhideWhenUsed/>
    <w:rsid w:val="007F6163"/>
    <w:pPr>
      <w:spacing w:after="100" w:line="276" w:lineRule="auto"/>
      <w:ind w:left="1320"/>
    </w:pPr>
    <w:rPr>
      <w:rFonts w:asciiTheme="minorHAnsi" w:eastAsiaTheme="minorEastAsia" w:hAnsiTheme="minorHAnsi" w:cstheme="minorBidi"/>
      <w:szCs w:val="22"/>
      <w:lang w:eastAsia="de-CH"/>
    </w:rPr>
  </w:style>
  <w:style w:type="paragraph" w:styleId="Verzeichnis8">
    <w:name w:val="toc 8"/>
    <w:basedOn w:val="Standard"/>
    <w:next w:val="Standard"/>
    <w:autoRedefine/>
    <w:uiPriority w:val="39"/>
    <w:unhideWhenUsed/>
    <w:rsid w:val="007F6163"/>
    <w:pPr>
      <w:spacing w:after="100" w:line="276" w:lineRule="auto"/>
      <w:ind w:left="1540"/>
    </w:pPr>
    <w:rPr>
      <w:rFonts w:asciiTheme="minorHAnsi" w:eastAsiaTheme="minorEastAsia" w:hAnsiTheme="minorHAnsi" w:cstheme="minorBidi"/>
      <w:szCs w:val="22"/>
      <w:lang w:eastAsia="de-CH"/>
    </w:rPr>
  </w:style>
  <w:style w:type="paragraph" w:styleId="Verzeichnis9">
    <w:name w:val="toc 9"/>
    <w:basedOn w:val="Standard"/>
    <w:next w:val="Standard"/>
    <w:autoRedefine/>
    <w:uiPriority w:val="39"/>
    <w:unhideWhenUsed/>
    <w:rsid w:val="007F6163"/>
    <w:pPr>
      <w:spacing w:after="100" w:line="276" w:lineRule="auto"/>
      <w:ind w:left="1760"/>
    </w:pPr>
    <w:rPr>
      <w:rFonts w:asciiTheme="minorHAnsi" w:eastAsiaTheme="minorEastAsia" w:hAnsiTheme="minorHAnsi" w:cstheme="minorBidi"/>
      <w:szCs w:val="22"/>
      <w:lang w:eastAsia="de-CH"/>
    </w:rPr>
  </w:style>
  <w:style w:type="character" w:styleId="Kommentarzeichen">
    <w:name w:val="annotation reference"/>
    <w:basedOn w:val="Absatz-Standardschriftart"/>
    <w:semiHidden/>
    <w:unhideWhenUsed/>
    <w:rsid w:val="000500C5"/>
    <w:rPr>
      <w:sz w:val="16"/>
      <w:szCs w:val="16"/>
    </w:rPr>
  </w:style>
  <w:style w:type="paragraph" w:styleId="Kommentartext">
    <w:name w:val="annotation text"/>
    <w:basedOn w:val="Standard"/>
    <w:link w:val="KommentartextZchn"/>
    <w:uiPriority w:val="99"/>
    <w:unhideWhenUsed/>
    <w:rsid w:val="000500C5"/>
    <w:rPr>
      <w:sz w:val="20"/>
    </w:rPr>
  </w:style>
  <w:style w:type="character" w:customStyle="1" w:styleId="KommentartextZchn">
    <w:name w:val="Kommentartext Zchn"/>
    <w:basedOn w:val="Absatz-Standardschriftart"/>
    <w:link w:val="Kommentartext"/>
    <w:uiPriority w:val="99"/>
    <w:rsid w:val="000500C5"/>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0500C5"/>
    <w:rPr>
      <w:b/>
      <w:bCs/>
    </w:rPr>
  </w:style>
  <w:style w:type="character" w:customStyle="1" w:styleId="KommentarthemaZchn">
    <w:name w:val="Kommentarthema Zchn"/>
    <w:basedOn w:val="KommentartextZchn"/>
    <w:link w:val="Kommentarthema"/>
    <w:uiPriority w:val="99"/>
    <w:semiHidden/>
    <w:rsid w:val="000500C5"/>
    <w:rPr>
      <w:rFonts w:ascii="Arial" w:hAnsi="Arial"/>
      <w:b/>
      <w:bCs/>
      <w:lang w:eastAsia="de-DE"/>
    </w:rPr>
  </w:style>
  <w:style w:type="character" w:customStyle="1" w:styleId="KopfzeileZchn">
    <w:name w:val="Kopfzeile Zchn"/>
    <w:basedOn w:val="Absatz-Standardschriftart"/>
    <w:link w:val="Kopfzeile"/>
    <w:rsid w:val="00D9793C"/>
    <w:rPr>
      <w:rFonts w:ascii="Arial" w:hAnsi="Arial"/>
      <w:sz w:val="22"/>
      <w:lang w:eastAsia="de-DE"/>
    </w:rPr>
  </w:style>
  <w:style w:type="table" w:styleId="Tabellenraster">
    <w:name w:val="Table Grid"/>
    <w:basedOn w:val="NormaleTabelle"/>
    <w:uiPriority w:val="59"/>
    <w:rsid w:val="00D9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rsid w:val="00725B4B"/>
    <w:rPr>
      <w:vertAlign w:val="superscript"/>
    </w:rPr>
  </w:style>
  <w:style w:type="paragraph" w:customStyle="1" w:styleId="Text">
    <w:name w:val="Text"/>
    <w:basedOn w:val="Standard"/>
    <w:rsid w:val="00B109C4"/>
    <w:pPr>
      <w:spacing w:line="280" w:lineRule="atLeast"/>
    </w:pPr>
    <w:rPr>
      <w:spacing w:val="8"/>
      <w:sz w:val="20"/>
    </w:rPr>
  </w:style>
  <w:style w:type="paragraph" w:customStyle="1" w:styleId="EinrckungohneAufzhlung">
    <w:name w:val="Einrückung ohne Aufzählung"/>
    <w:basedOn w:val="Standard"/>
    <w:qFormat/>
    <w:rsid w:val="00400FB8"/>
    <w:pPr>
      <w:ind w:left="5954" w:hanging="4536"/>
    </w:pPr>
  </w:style>
  <w:style w:type="paragraph" w:customStyle="1" w:styleId="UntertitelFett">
    <w:name w:val="Untertitel Fett"/>
    <w:basedOn w:val="Standard"/>
    <w:qFormat/>
    <w:rsid w:val="00400FB8"/>
    <w:pPr>
      <w:spacing w:before="240" w:after="120"/>
      <w:ind w:left="709"/>
    </w:pPr>
    <w:rPr>
      <w:b/>
    </w:rPr>
  </w:style>
  <w:style w:type="character" w:styleId="NichtaufgelsteErwhnung">
    <w:name w:val="Unresolved Mention"/>
    <w:basedOn w:val="Absatz-Standardschriftart"/>
    <w:uiPriority w:val="99"/>
    <w:semiHidden/>
    <w:unhideWhenUsed/>
    <w:rsid w:val="004F2161"/>
    <w:rPr>
      <w:color w:val="605E5C"/>
      <w:shd w:val="clear" w:color="auto" w:fill="E1DFDD"/>
    </w:rPr>
  </w:style>
  <w:style w:type="paragraph" w:customStyle="1" w:styleId="Aufzhlung">
    <w:name w:val="Aufzählung"/>
    <w:basedOn w:val="Standard"/>
    <w:qFormat/>
    <w:rsid w:val="00AB4E3A"/>
    <w:pPr>
      <w:spacing w:before="60" w:after="60"/>
    </w:pPr>
    <w:rPr>
      <w:rFonts w:cs="Arial"/>
    </w:rPr>
  </w:style>
  <w:style w:type="paragraph" w:customStyle="1" w:styleId="Tabellentext">
    <w:name w:val="Tabellentext"/>
    <w:basedOn w:val="Standardtext"/>
    <w:qFormat/>
    <w:rsid w:val="00B84744"/>
    <w:pPr>
      <w:spacing w:before="40" w:after="40"/>
      <w:ind w:left="0"/>
    </w:pPr>
  </w:style>
  <w:style w:type="paragraph" w:styleId="berarbeitung">
    <w:name w:val="Revision"/>
    <w:hidden/>
    <w:uiPriority w:val="99"/>
    <w:semiHidden/>
    <w:rsid w:val="008400FE"/>
    <w:rPr>
      <w:rFonts w:ascii="Arial" w:hAnsi="Arial"/>
      <w:sz w:val="22"/>
      <w:lang w:eastAsia="de-DE"/>
    </w:rPr>
  </w:style>
  <w:style w:type="paragraph" w:customStyle="1" w:styleId="ListemitZahlen">
    <w:name w:val="Liste mit Zahlen"/>
    <w:basedOn w:val="Standard"/>
    <w:rsid w:val="00423AEF"/>
    <w:pPr>
      <w:numPr>
        <w:numId w:val="6"/>
      </w:numPr>
      <w:adjustRightInd w:val="0"/>
      <w:snapToGrid w:val="0"/>
      <w:spacing w:line="280" w:lineRule="atLeast"/>
    </w:pPr>
    <w:rPr>
      <w:spacing w:val="3"/>
      <w:szCs w:val="24"/>
      <w:lang w:eastAsia="de-CH"/>
    </w:rPr>
  </w:style>
  <w:style w:type="paragraph" w:customStyle="1" w:styleId="CISPunktEinzug">
    <w:name w:val="CIS_Punkt_Einzug"/>
    <w:basedOn w:val="Standard"/>
    <w:qFormat/>
    <w:rsid w:val="004B42A0"/>
    <w:pPr>
      <w:widowControl w:val="0"/>
      <w:numPr>
        <w:numId w:val="10"/>
      </w:numPr>
      <w:spacing w:after="120" w:line="259" w:lineRule="auto"/>
    </w:pPr>
    <w:rPr>
      <w:rFonts w:ascii="Frutiger LT Com 55 Roman" w:eastAsia="Frutiger LT Com 55 Roman" w:hAnsi="Frutiger LT Com 55 Roman"/>
      <w:sz w:val="20"/>
      <w:szCs w:val="24"/>
      <w:lang w:eastAsia="de-CH"/>
    </w:rPr>
  </w:style>
  <w:style w:type="paragraph" w:styleId="Untertitel">
    <w:name w:val="Subtitle"/>
    <w:basedOn w:val="Standard"/>
    <w:next w:val="Standard"/>
    <w:link w:val="UntertitelZchn"/>
    <w:uiPriority w:val="7"/>
    <w:qFormat/>
    <w:rsid w:val="000323D2"/>
    <w:pPr>
      <w:numPr>
        <w:ilvl w:val="1"/>
      </w:numPr>
      <w:spacing w:before="200" w:after="100"/>
      <w:contextualSpacing/>
    </w:pPr>
    <w:rPr>
      <w:rFonts w:asciiTheme="majorHAnsi" w:eastAsiaTheme="majorEastAsia" w:hAnsiTheme="majorHAnsi" w:cstheme="majorBidi"/>
      <w:b/>
      <w:iCs/>
      <w:sz w:val="28"/>
      <w:szCs w:val="24"/>
      <w:lang w:eastAsia="en-US"/>
    </w:rPr>
  </w:style>
  <w:style w:type="character" w:customStyle="1" w:styleId="UntertitelZchn">
    <w:name w:val="Untertitel Zchn"/>
    <w:basedOn w:val="Absatz-Standardschriftart"/>
    <w:link w:val="Untertitel"/>
    <w:uiPriority w:val="7"/>
    <w:rsid w:val="000323D2"/>
    <w:rPr>
      <w:rFonts w:asciiTheme="majorHAnsi" w:eastAsiaTheme="majorEastAsia" w:hAnsiTheme="majorHAnsi" w:cstheme="majorBidi"/>
      <w:b/>
      <w:iCs/>
      <w:sz w:val="28"/>
      <w:szCs w:val="24"/>
    </w:rPr>
  </w:style>
  <w:style w:type="table" w:customStyle="1" w:styleId="TBATabellenrasterohneRahmenlinien">
    <w:name w:val="TBA Tabellenraster ohne Rahmenlinien"/>
    <w:basedOn w:val="NormaleTabelle"/>
    <w:uiPriority w:val="99"/>
    <w:rsid w:val="000323D2"/>
    <w:rPr>
      <w:rFonts w:asciiTheme="minorHAnsi" w:eastAsiaTheme="minorHAnsi" w:hAnsiTheme="minorHAnsi" w:cstheme="minorBidi"/>
      <w:lang w:val="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22734">
      <w:bodyDiv w:val="1"/>
      <w:marLeft w:val="0"/>
      <w:marRight w:val="0"/>
      <w:marTop w:val="0"/>
      <w:marBottom w:val="0"/>
      <w:divBdr>
        <w:top w:val="none" w:sz="0" w:space="0" w:color="auto"/>
        <w:left w:val="none" w:sz="0" w:space="0" w:color="auto"/>
        <w:bottom w:val="none" w:sz="0" w:space="0" w:color="auto"/>
        <w:right w:val="none" w:sz="0" w:space="0" w:color="auto"/>
      </w:divBdr>
    </w:div>
    <w:div w:id="273251836">
      <w:bodyDiv w:val="1"/>
      <w:marLeft w:val="0"/>
      <w:marRight w:val="0"/>
      <w:marTop w:val="0"/>
      <w:marBottom w:val="0"/>
      <w:divBdr>
        <w:top w:val="none" w:sz="0" w:space="0" w:color="auto"/>
        <w:left w:val="none" w:sz="0" w:space="0" w:color="auto"/>
        <w:bottom w:val="none" w:sz="0" w:space="0" w:color="auto"/>
        <w:right w:val="none" w:sz="0" w:space="0" w:color="auto"/>
      </w:divBdr>
    </w:div>
    <w:div w:id="285544483">
      <w:bodyDiv w:val="1"/>
      <w:marLeft w:val="0"/>
      <w:marRight w:val="0"/>
      <w:marTop w:val="0"/>
      <w:marBottom w:val="0"/>
      <w:divBdr>
        <w:top w:val="none" w:sz="0" w:space="0" w:color="auto"/>
        <w:left w:val="none" w:sz="0" w:space="0" w:color="auto"/>
        <w:bottom w:val="none" w:sz="0" w:space="0" w:color="auto"/>
        <w:right w:val="none" w:sz="0" w:space="0" w:color="auto"/>
      </w:divBdr>
    </w:div>
    <w:div w:id="157118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5" Type="http://schemas.microsoft.com/office/2007/relationships/hdphoto" Target="media/hdphoto1.wdp"/><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N:\Vorlagen\12_Submission\Ing_Subm_DokA.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148DA00457824EA85DDB6A8E8F551C" ma:contentTypeVersion="11" ma:contentTypeDescription="Ein neues Dokument erstellen." ma:contentTypeScope="" ma:versionID="55c5cd7a95280f0871b53f91ce7b75bf">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63a4aeeb398ec394d1cd5ab32155ed3d"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A5EA4-5312-4353-8B26-C5B9A5D4A16D}">
  <ds:schemaRefs>
    <ds:schemaRef ds:uri="http://schemas.microsoft.com/office/2006/metadata/properties"/>
    <ds:schemaRef ds:uri="http://schemas.microsoft.com/office/infopath/2007/PartnerControls"/>
    <ds:schemaRef ds:uri="b1566e0e-cb7e-43d9-bcd7-aeb4d7e7cd7f"/>
    <ds:schemaRef ds:uri="3b5ab623-3b44-4715-9ecf-8e9c542c2522"/>
  </ds:schemaRefs>
</ds:datastoreItem>
</file>

<file path=customXml/itemProps2.xml><?xml version="1.0" encoding="utf-8"?>
<ds:datastoreItem xmlns:ds="http://schemas.openxmlformats.org/officeDocument/2006/customXml" ds:itemID="{FFC91B2D-3E23-4E6C-9ADE-FE100511B73E}">
  <ds:schemaRefs>
    <ds:schemaRef ds:uri="http://schemas.microsoft.com/sharepoint/v3/contenttype/forms"/>
  </ds:schemaRefs>
</ds:datastoreItem>
</file>

<file path=customXml/itemProps3.xml><?xml version="1.0" encoding="utf-8"?>
<ds:datastoreItem xmlns:ds="http://schemas.openxmlformats.org/officeDocument/2006/customXml" ds:itemID="{2B446E09-F54D-4455-9544-9BAA30534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20691D-5E81-4D1D-BD45-6040821A3DFA}">
  <ds:schemaRefs>
    <ds:schemaRef ds:uri="http://schemas.openxmlformats.org/officeDocument/2006/bibliography"/>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Ing_Subm_DokA.dot</Template>
  <TotalTime>0</TotalTime>
  <Pages>7</Pages>
  <Words>898</Words>
  <Characters>6333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Ing_Subm_DokA</vt:lpstr>
    </vt:vector>
  </TitlesOfParts>
  <Company>Helbling Beratung+Bauplanung AG, ZH</Company>
  <LinksUpToDate>false</LinksUpToDate>
  <CharactersWithSpaces>7217</CharactersWithSpaces>
  <SharedDoc>false</SharedDoc>
  <HLinks>
    <vt:vector size="126" baseType="variant">
      <vt:variant>
        <vt:i4>2031674</vt:i4>
      </vt:variant>
      <vt:variant>
        <vt:i4>142</vt:i4>
      </vt:variant>
      <vt:variant>
        <vt:i4>0</vt:i4>
      </vt:variant>
      <vt:variant>
        <vt:i4>5</vt:i4>
      </vt:variant>
      <vt:variant>
        <vt:lpwstr/>
      </vt:variant>
      <vt:variant>
        <vt:lpwstr>_Toc229984978</vt:lpwstr>
      </vt:variant>
      <vt:variant>
        <vt:i4>2031674</vt:i4>
      </vt:variant>
      <vt:variant>
        <vt:i4>136</vt:i4>
      </vt:variant>
      <vt:variant>
        <vt:i4>0</vt:i4>
      </vt:variant>
      <vt:variant>
        <vt:i4>5</vt:i4>
      </vt:variant>
      <vt:variant>
        <vt:lpwstr/>
      </vt:variant>
      <vt:variant>
        <vt:lpwstr>_Toc229984977</vt:lpwstr>
      </vt:variant>
      <vt:variant>
        <vt:i4>2031674</vt:i4>
      </vt:variant>
      <vt:variant>
        <vt:i4>130</vt:i4>
      </vt:variant>
      <vt:variant>
        <vt:i4>0</vt:i4>
      </vt:variant>
      <vt:variant>
        <vt:i4>5</vt:i4>
      </vt:variant>
      <vt:variant>
        <vt:lpwstr/>
      </vt:variant>
      <vt:variant>
        <vt:lpwstr>_Toc229984976</vt:lpwstr>
      </vt:variant>
      <vt:variant>
        <vt:i4>2031674</vt:i4>
      </vt:variant>
      <vt:variant>
        <vt:i4>124</vt:i4>
      </vt:variant>
      <vt:variant>
        <vt:i4>0</vt:i4>
      </vt:variant>
      <vt:variant>
        <vt:i4>5</vt:i4>
      </vt:variant>
      <vt:variant>
        <vt:lpwstr/>
      </vt:variant>
      <vt:variant>
        <vt:lpwstr>_Toc229984975</vt:lpwstr>
      </vt:variant>
      <vt:variant>
        <vt:i4>2031674</vt:i4>
      </vt:variant>
      <vt:variant>
        <vt:i4>118</vt:i4>
      </vt:variant>
      <vt:variant>
        <vt:i4>0</vt:i4>
      </vt:variant>
      <vt:variant>
        <vt:i4>5</vt:i4>
      </vt:variant>
      <vt:variant>
        <vt:lpwstr/>
      </vt:variant>
      <vt:variant>
        <vt:lpwstr>_Toc229984974</vt:lpwstr>
      </vt:variant>
      <vt:variant>
        <vt:i4>2031674</vt:i4>
      </vt:variant>
      <vt:variant>
        <vt:i4>112</vt:i4>
      </vt:variant>
      <vt:variant>
        <vt:i4>0</vt:i4>
      </vt:variant>
      <vt:variant>
        <vt:i4>5</vt:i4>
      </vt:variant>
      <vt:variant>
        <vt:lpwstr/>
      </vt:variant>
      <vt:variant>
        <vt:lpwstr>_Toc229984973</vt:lpwstr>
      </vt:variant>
      <vt:variant>
        <vt:i4>2031674</vt:i4>
      </vt:variant>
      <vt:variant>
        <vt:i4>106</vt:i4>
      </vt:variant>
      <vt:variant>
        <vt:i4>0</vt:i4>
      </vt:variant>
      <vt:variant>
        <vt:i4>5</vt:i4>
      </vt:variant>
      <vt:variant>
        <vt:lpwstr/>
      </vt:variant>
      <vt:variant>
        <vt:lpwstr>_Toc229984972</vt:lpwstr>
      </vt:variant>
      <vt:variant>
        <vt:i4>2031674</vt:i4>
      </vt:variant>
      <vt:variant>
        <vt:i4>100</vt:i4>
      </vt:variant>
      <vt:variant>
        <vt:i4>0</vt:i4>
      </vt:variant>
      <vt:variant>
        <vt:i4>5</vt:i4>
      </vt:variant>
      <vt:variant>
        <vt:lpwstr/>
      </vt:variant>
      <vt:variant>
        <vt:lpwstr>_Toc229984971</vt:lpwstr>
      </vt:variant>
      <vt:variant>
        <vt:i4>2031674</vt:i4>
      </vt:variant>
      <vt:variant>
        <vt:i4>94</vt:i4>
      </vt:variant>
      <vt:variant>
        <vt:i4>0</vt:i4>
      </vt:variant>
      <vt:variant>
        <vt:i4>5</vt:i4>
      </vt:variant>
      <vt:variant>
        <vt:lpwstr/>
      </vt:variant>
      <vt:variant>
        <vt:lpwstr>_Toc229984970</vt:lpwstr>
      </vt:variant>
      <vt:variant>
        <vt:i4>1966138</vt:i4>
      </vt:variant>
      <vt:variant>
        <vt:i4>88</vt:i4>
      </vt:variant>
      <vt:variant>
        <vt:i4>0</vt:i4>
      </vt:variant>
      <vt:variant>
        <vt:i4>5</vt:i4>
      </vt:variant>
      <vt:variant>
        <vt:lpwstr/>
      </vt:variant>
      <vt:variant>
        <vt:lpwstr>_Toc229984969</vt:lpwstr>
      </vt:variant>
      <vt:variant>
        <vt:i4>1966138</vt:i4>
      </vt:variant>
      <vt:variant>
        <vt:i4>82</vt:i4>
      </vt:variant>
      <vt:variant>
        <vt:i4>0</vt:i4>
      </vt:variant>
      <vt:variant>
        <vt:i4>5</vt:i4>
      </vt:variant>
      <vt:variant>
        <vt:lpwstr/>
      </vt:variant>
      <vt:variant>
        <vt:lpwstr>_Toc229984968</vt:lpwstr>
      </vt:variant>
      <vt:variant>
        <vt:i4>1966138</vt:i4>
      </vt:variant>
      <vt:variant>
        <vt:i4>76</vt:i4>
      </vt:variant>
      <vt:variant>
        <vt:i4>0</vt:i4>
      </vt:variant>
      <vt:variant>
        <vt:i4>5</vt:i4>
      </vt:variant>
      <vt:variant>
        <vt:lpwstr/>
      </vt:variant>
      <vt:variant>
        <vt:lpwstr>_Toc229984967</vt:lpwstr>
      </vt:variant>
      <vt:variant>
        <vt:i4>1966138</vt:i4>
      </vt:variant>
      <vt:variant>
        <vt:i4>70</vt:i4>
      </vt:variant>
      <vt:variant>
        <vt:i4>0</vt:i4>
      </vt:variant>
      <vt:variant>
        <vt:i4>5</vt:i4>
      </vt:variant>
      <vt:variant>
        <vt:lpwstr/>
      </vt:variant>
      <vt:variant>
        <vt:lpwstr>_Toc229984966</vt:lpwstr>
      </vt:variant>
      <vt:variant>
        <vt:i4>1966138</vt:i4>
      </vt:variant>
      <vt:variant>
        <vt:i4>64</vt:i4>
      </vt:variant>
      <vt:variant>
        <vt:i4>0</vt:i4>
      </vt:variant>
      <vt:variant>
        <vt:i4>5</vt:i4>
      </vt:variant>
      <vt:variant>
        <vt:lpwstr/>
      </vt:variant>
      <vt:variant>
        <vt:lpwstr>_Toc229984965</vt:lpwstr>
      </vt:variant>
      <vt:variant>
        <vt:i4>1966138</vt:i4>
      </vt:variant>
      <vt:variant>
        <vt:i4>58</vt:i4>
      </vt:variant>
      <vt:variant>
        <vt:i4>0</vt:i4>
      </vt:variant>
      <vt:variant>
        <vt:i4>5</vt:i4>
      </vt:variant>
      <vt:variant>
        <vt:lpwstr/>
      </vt:variant>
      <vt:variant>
        <vt:lpwstr>_Toc229984964</vt:lpwstr>
      </vt:variant>
      <vt:variant>
        <vt:i4>1966138</vt:i4>
      </vt:variant>
      <vt:variant>
        <vt:i4>52</vt:i4>
      </vt:variant>
      <vt:variant>
        <vt:i4>0</vt:i4>
      </vt:variant>
      <vt:variant>
        <vt:i4>5</vt:i4>
      </vt:variant>
      <vt:variant>
        <vt:lpwstr/>
      </vt:variant>
      <vt:variant>
        <vt:lpwstr>_Toc229984963</vt:lpwstr>
      </vt:variant>
      <vt:variant>
        <vt:i4>1966138</vt:i4>
      </vt:variant>
      <vt:variant>
        <vt:i4>46</vt:i4>
      </vt:variant>
      <vt:variant>
        <vt:i4>0</vt:i4>
      </vt:variant>
      <vt:variant>
        <vt:i4>5</vt:i4>
      </vt:variant>
      <vt:variant>
        <vt:lpwstr/>
      </vt:variant>
      <vt:variant>
        <vt:lpwstr>_Toc229984962</vt:lpwstr>
      </vt:variant>
      <vt:variant>
        <vt:i4>1966138</vt:i4>
      </vt:variant>
      <vt:variant>
        <vt:i4>40</vt:i4>
      </vt:variant>
      <vt:variant>
        <vt:i4>0</vt:i4>
      </vt:variant>
      <vt:variant>
        <vt:i4>5</vt:i4>
      </vt:variant>
      <vt:variant>
        <vt:lpwstr/>
      </vt:variant>
      <vt:variant>
        <vt:lpwstr>_Toc229984961</vt:lpwstr>
      </vt:variant>
      <vt:variant>
        <vt:i4>1900602</vt:i4>
      </vt:variant>
      <vt:variant>
        <vt:i4>34</vt:i4>
      </vt:variant>
      <vt:variant>
        <vt:i4>0</vt:i4>
      </vt:variant>
      <vt:variant>
        <vt:i4>5</vt:i4>
      </vt:variant>
      <vt:variant>
        <vt:lpwstr/>
      </vt:variant>
      <vt:variant>
        <vt:lpwstr>_Toc229984959</vt:lpwstr>
      </vt:variant>
      <vt:variant>
        <vt:i4>1900602</vt:i4>
      </vt:variant>
      <vt:variant>
        <vt:i4>28</vt:i4>
      </vt:variant>
      <vt:variant>
        <vt:i4>0</vt:i4>
      </vt:variant>
      <vt:variant>
        <vt:i4>5</vt:i4>
      </vt:variant>
      <vt:variant>
        <vt:lpwstr/>
      </vt:variant>
      <vt:variant>
        <vt:lpwstr>_Toc229984958</vt:lpwstr>
      </vt:variant>
      <vt:variant>
        <vt:i4>1900602</vt:i4>
      </vt:variant>
      <vt:variant>
        <vt:i4>22</vt:i4>
      </vt:variant>
      <vt:variant>
        <vt:i4>0</vt:i4>
      </vt:variant>
      <vt:variant>
        <vt:i4>5</vt:i4>
      </vt:variant>
      <vt:variant>
        <vt:lpwstr/>
      </vt:variant>
      <vt:variant>
        <vt:lpwstr>_Toc229984957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Ing_Subm_DokA</dc:title>
  <dc:creator>Hübner Jens</dc:creator>
  <cp:lastModifiedBy>Stämpfli Andreas, TVS TAB</cp:lastModifiedBy>
  <cp:revision>2</cp:revision>
  <cp:lastPrinted>2024-02-14T13:20:00Z</cp:lastPrinted>
  <dcterms:created xsi:type="dcterms:W3CDTF">2025-03-24T12:57:00Z</dcterms:created>
  <dcterms:modified xsi:type="dcterms:W3CDTF">2025-03-24T12:57:00Z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0x0101006A148DA00457824EA85DDB6A8E8F551C</vt:lpwstr>
  </property>
  <property fmtid="{D5CDD505-2E9C-101B-9397-08002B2CF9AE}" pid="3" name="MediaServiceImageTags">
    <vt:lpwstr/>
  </property>
</Properties>
</file>